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907EE" w14:textId="77777777" w:rsidR="00B41D15" w:rsidRPr="003C29E5" w:rsidRDefault="00B41D15" w:rsidP="00B41D15">
      <w:pPr>
        <w:ind w:left="5103" w:hanging="425"/>
        <w:rPr>
          <w:color w:val="auto"/>
          <w:lang w:eastAsia="lt-LT"/>
        </w:rPr>
      </w:pPr>
      <w:r w:rsidRPr="003C29E5">
        <w:rPr>
          <w:color w:val="auto"/>
          <w:lang w:eastAsia="lt-LT"/>
        </w:rPr>
        <w:t>PATVIRTINTA</w:t>
      </w:r>
    </w:p>
    <w:p w14:paraId="7401EDBB" w14:textId="77777777" w:rsidR="00B41D15" w:rsidRPr="003C29E5" w:rsidRDefault="00B41D15" w:rsidP="00B41D15">
      <w:pPr>
        <w:ind w:left="5103" w:hanging="425"/>
        <w:rPr>
          <w:color w:val="auto"/>
          <w:lang w:eastAsia="lt-LT"/>
        </w:rPr>
      </w:pPr>
      <w:r w:rsidRPr="003C29E5">
        <w:rPr>
          <w:color w:val="auto"/>
          <w:lang w:eastAsia="lt-LT"/>
        </w:rPr>
        <w:t xml:space="preserve">Skuodo rajono savivaldybės tarybos </w:t>
      </w:r>
    </w:p>
    <w:p w14:paraId="090A0896" w14:textId="51306901" w:rsidR="00B41D15" w:rsidRPr="003C29E5" w:rsidRDefault="00B41D15" w:rsidP="00B41D15">
      <w:pPr>
        <w:ind w:left="5103" w:hanging="425"/>
        <w:rPr>
          <w:color w:val="auto"/>
          <w:lang w:eastAsia="lt-LT"/>
        </w:rPr>
      </w:pPr>
      <w:r w:rsidRPr="003C29E5">
        <w:rPr>
          <w:color w:val="auto"/>
          <w:lang w:eastAsia="lt-LT"/>
        </w:rPr>
        <w:t>202</w:t>
      </w:r>
      <w:r w:rsidR="008651B8" w:rsidRPr="003C29E5">
        <w:rPr>
          <w:color w:val="auto"/>
          <w:lang w:eastAsia="lt-LT"/>
        </w:rPr>
        <w:t>5</w:t>
      </w:r>
      <w:r w:rsidRPr="003C29E5">
        <w:rPr>
          <w:color w:val="auto"/>
          <w:lang w:eastAsia="lt-LT"/>
        </w:rPr>
        <w:t xml:space="preserve"> m. </w:t>
      </w:r>
      <w:r w:rsidR="008651B8" w:rsidRPr="003C29E5">
        <w:rPr>
          <w:color w:val="auto"/>
          <w:lang w:eastAsia="lt-LT"/>
        </w:rPr>
        <w:t>balandžio</w:t>
      </w:r>
      <w:r w:rsidRPr="003C29E5">
        <w:rPr>
          <w:color w:val="auto"/>
          <w:lang w:eastAsia="lt-LT"/>
        </w:rPr>
        <w:t xml:space="preserve"> </w:t>
      </w:r>
      <w:r w:rsidR="008651B8" w:rsidRPr="003C29E5">
        <w:rPr>
          <w:color w:val="auto"/>
          <w:lang w:eastAsia="lt-LT"/>
        </w:rPr>
        <w:t xml:space="preserve"> </w:t>
      </w:r>
      <w:r w:rsidRPr="003C29E5">
        <w:rPr>
          <w:color w:val="auto"/>
          <w:lang w:eastAsia="lt-LT"/>
        </w:rPr>
        <w:t>d. sprendimu Nr. T9-</w:t>
      </w:r>
    </w:p>
    <w:p w14:paraId="60F81A76" w14:textId="77777777" w:rsidR="00B41D15" w:rsidRPr="003C29E5" w:rsidRDefault="00B41D15" w:rsidP="00B41D15">
      <w:pPr>
        <w:rPr>
          <w:color w:val="auto"/>
          <w:lang w:eastAsia="lt-LT"/>
        </w:rPr>
      </w:pPr>
    </w:p>
    <w:p w14:paraId="291C1502" w14:textId="77777777" w:rsidR="00B41D15" w:rsidRPr="003C29E5" w:rsidRDefault="00B41D15" w:rsidP="00B41D15">
      <w:pPr>
        <w:jc w:val="center"/>
        <w:rPr>
          <w:color w:val="auto"/>
          <w:lang w:eastAsia="lt-LT"/>
        </w:rPr>
      </w:pPr>
      <w:r w:rsidRPr="003C29E5">
        <w:rPr>
          <w:b/>
          <w:color w:val="auto"/>
          <w:lang w:eastAsia="lt-LT"/>
        </w:rPr>
        <w:t>MOKESČIO UŽ VAIKŲ, UGDOMŲ PAGAL IKIMOKYKLINIO IR P</w:t>
      </w:r>
      <w:r w:rsidR="00533EBF" w:rsidRPr="003C29E5">
        <w:rPr>
          <w:b/>
          <w:color w:val="auto"/>
          <w:lang w:eastAsia="lt-LT"/>
        </w:rPr>
        <w:t>R</w:t>
      </w:r>
      <w:r w:rsidRPr="003C29E5">
        <w:rPr>
          <w:b/>
          <w:color w:val="auto"/>
          <w:lang w:eastAsia="lt-LT"/>
        </w:rPr>
        <w:t>IEŠMOKYKLINIO UGDYMO PROGRAMAS, IŠLAIKYMĄ SKUODO RAJONO SAVIVALDYBĖS MOKYKLOSE TVARKOS APRAŠAS</w:t>
      </w:r>
    </w:p>
    <w:p w14:paraId="355EB609" w14:textId="77777777" w:rsidR="00B41D15" w:rsidRPr="003C29E5" w:rsidRDefault="00B41D15" w:rsidP="00B41D15">
      <w:pPr>
        <w:jc w:val="center"/>
        <w:rPr>
          <w:color w:val="auto"/>
          <w:lang w:eastAsia="lt-LT"/>
        </w:rPr>
      </w:pPr>
    </w:p>
    <w:p w14:paraId="0D7A359D" w14:textId="77777777" w:rsidR="00B41D15" w:rsidRPr="003C29E5" w:rsidRDefault="00B41D15" w:rsidP="00B41D15">
      <w:pPr>
        <w:contextualSpacing/>
        <w:jc w:val="center"/>
        <w:rPr>
          <w:b/>
          <w:color w:val="auto"/>
          <w:lang w:eastAsia="lt-LT"/>
        </w:rPr>
      </w:pPr>
      <w:r w:rsidRPr="003C29E5">
        <w:rPr>
          <w:b/>
          <w:color w:val="auto"/>
          <w:lang w:eastAsia="lt-LT"/>
        </w:rPr>
        <w:t>I SKYRIUS</w:t>
      </w:r>
    </w:p>
    <w:p w14:paraId="2467804F" w14:textId="77777777" w:rsidR="00B41D15" w:rsidRPr="003C29E5" w:rsidRDefault="00B41D15" w:rsidP="00B41D15">
      <w:pPr>
        <w:contextualSpacing/>
        <w:jc w:val="center"/>
        <w:rPr>
          <w:b/>
          <w:color w:val="auto"/>
          <w:lang w:eastAsia="lt-LT"/>
        </w:rPr>
      </w:pPr>
      <w:r w:rsidRPr="003C29E5">
        <w:rPr>
          <w:b/>
          <w:color w:val="auto"/>
          <w:lang w:eastAsia="lt-LT"/>
        </w:rPr>
        <w:t>BENDROSIOS NUOSTATOS</w:t>
      </w:r>
    </w:p>
    <w:p w14:paraId="31B219FC" w14:textId="77777777" w:rsidR="00B41D15" w:rsidRPr="003C29E5" w:rsidRDefault="00B41D15" w:rsidP="00B41D15">
      <w:pPr>
        <w:contextualSpacing/>
        <w:jc w:val="both"/>
        <w:rPr>
          <w:b/>
          <w:color w:val="auto"/>
          <w:lang w:eastAsia="lt-LT"/>
        </w:rPr>
      </w:pPr>
    </w:p>
    <w:p w14:paraId="189BB6BC" w14:textId="77777777" w:rsidR="00B41D15" w:rsidRPr="003C29E5" w:rsidRDefault="00B41D15" w:rsidP="00B41D15">
      <w:pPr>
        <w:ind w:firstLine="1247"/>
        <w:jc w:val="both"/>
        <w:rPr>
          <w:color w:val="auto"/>
          <w:lang w:eastAsia="lt-LT" w:bidi="lo-LA"/>
        </w:rPr>
      </w:pPr>
      <w:r w:rsidRPr="003C29E5">
        <w:rPr>
          <w:color w:val="auto"/>
          <w:lang w:eastAsia="lt-LT" w:bidi="lo-LA"/>
        </w:rPr>
        <w:t>1. Mokesčio už vaikų, ugdomų pagal ikimokyklinio ir priešmokyklinio ugdymo programas, išlaikymą Skuodo rajono savivaldybės mokyklose tvarkos aprašas (toliau – tvarkos aprašas) reglamentuoja Skuodo rajono savivaldybės mokyklų (toliau – mokyklų) vaikų, ugdomų pagal ikimokyklinio ir priešmokyklinio ugdymo programas, išlaikymo mokesčio nustatymą, lengvatų taikymą ir pateisinamų dokumentų lengvatoms taikyti pateikimo tvarką.</w:t>
      </w:r>
    </w:p>
    <w:p w14:paraId="28BE0A23" w14:textId="77777777" w:rsidR="00B41D15" w:rsidRPr="003C29E5" w:rsidRDefault="00B41D15" w:rsidP="00B41D15">
      <w:pPr>
        <w:ind w:firstLine="1247"/>
        <w:jc w:val="both"/>
        <w:rPr>
          <w:color w:val="auto"/>
          <w:lang w:eastAsia="lt-LT" w:bidi="lo-LA"/>
        </w:rPr>
      </w:pPr>
      <w:r w:rsidRPr="003C29E5">
        <w:rPr>
          <w:color w:val="auto"/>
          <w:lang w:eastAsia="lt-LT" w:bidi="lo-LA"/>
        </w:rPr>
        <w:t>2. Tvarkos aprašo tikslas – sudaryti sąlygas mokykloms organizuoti vaikų maitinimą ir laiku surinkti iš tėvų (globėjų) mokestį už vaikų, ugdomų pagal ikimokyklinio ir priešmokyklinio ugdymo programas, išlaikymą.</w:t>
      </w:r>
    </w:p>
    <w:p w14:paraId="1D97B144" w14:textId="77777777" w:rsidR="00B41D15" w:rsidRPr="003C29E5" w:rsidRDefault="00B41D15" w:rsidP="00B41D15">
      <w:pPr>
        <w:ind w:firstLine="1247"/>
        <w:jc w:val="both"/>
        <w:rPr>
          <w:color w:val="auto"/>
          <w:lang w:eastAsia="lt-LT" w:bidi="lo-LA"/>
        </w:rPr>
      </w:pPr>
      <w:r w:rsidRPr="003C29E5">
        <w:rPr>
          <w:color w:val="auto"/>
          <w:lang w:eastAsia="lt-LT" w:bidi="lo-LA"/>
        </w:rPr>
        <w:t>3. Tvarkos aprašas parengtas vadovaujantis Lietuvos Respublikos švietimo įstatymu ir kitais ikimokyklinį ir priešmokyklinį ugdymą reglamentuojančiais teisės aktais.</w:t>
      </w:r>
    </w:p>
    <w:p w14:paraId="5F783B4B" w14:textId="77777777" w:rsidR="00B41D15" w:rsidRPr="003C29E5" w:rsidRDefault="00B41D15" w:rsidP="00B41D15">
      <w:pPr>
        <w:ind w:firstLine="1247"/>
        <w:jc w:val="both"/>
        <w:rPr>
          <w:color w:val="auto"/>
          <w:lang w:eastAsia="lt-LT" w:bidi="lo-LA"/>
        </w:rPr>
      </w:pPr>
      <w:r w:rsidRPr="003C29E5">
        <w:rPr>
          <w:color w:val="auto"/>
          <w:lang w:eastAsia="lt-LT" w:bidi="lo-LA"/>
        </w:rPr>
        <w:t>4. Tvarkos apraše vartojamos sąvokos atitinka Lietuvos Respublikos švietimo įstatyme nustatytas sąvokas.</w:t>
      </w:r>
    </w:p>
    <w:p w14:paraId="228791ED" w14:textId="77777777" w:rsidR="00B41D15" w:rsidRPr="003C29E5" w:rsidRDefault="00B41D15" w:rsidP="00B41D15">
      <w:pPr>
        <w:ind w:firstLine="1247"/>
        <w:jc w:val="both"/>
        <w:rPr>
          <w:color w:val="auto"/>
          <w:lang w:eastAsia="lt-LT" w:bidi="lo-LA"/>
        </w:rPr>
      </w:pPr>
    </w:p>
    <w:p w14:paraId="45F5F73B" w14:textId="77777777" w:rsidR="00B41D15" w:rsidRPr="003C29E5" w:rsidRDefault="00B41D15" w:rsidP="00B41D15">
      <w:pPr>
        <w:jc w:val="center"/>
        <w:rPr>
          <w:rFonts w:ascii="TimesLT" w:hAnsi="TimesLT" w:cs="Arial Unicode MS"/>
          <w:b/>
          <w:color w:val="auto"/>
          <w:lang w:eastAsia="lt-LT" w:bidi="lo-LA"/>
        </w:rPr>
      </w:pPr>
      <w:r w:rsidRPr="003C29E5">
        <w:rPr>
          <w:rFonts w:ascii="TimesLT" w:hAnsi="TimesLT" w:cs="Arial Unicode MS"/>
          <w:b/>
          <w:color w:val="auto"/>
          <w:lang w:eastAsia="lt-LT" w:bidi="lo-LA"/>
        </w:rPr>
        <w:t>II SKYRIUS</w:t>
      </w:r>
    </w:p>
    <w:p w14:paraId="081A6CE0" w14:textId="77777777" w:rsidR="00B41D15" w:rsidRPr="003C29E5" w:rsidRDefault="00B41D15" w:rsidP="00B41D15">
      <w:pPr>
        <w:jc w:val="center"/>
        <w:rPr>
          <w:rFonts w:ascii="TimesLT" w:hAnsi="TimesLT" w:cs="Arial Unicode MS"/>
          <w:b/>
          <w:color w:val="auto"/>
          <w:lang w:eastAsia="lt-LT" w:bidi="lo-LA"/>
        </w:rPr>
      </w:pPr>
      <w:r w:rsidRPr="003C29E5">
        <w:rPr>
          <w:rFonts w:ascii="TimesLT" w:hAnsi="TimesLT" w:cs="Arial Unicode MS"/>
          <w:b/>
          <w:color w:val="auto"/>
          <w:lang w:eastAsia="lt-LT" w:bidi="lo-LA"/>
        </w:rPr>
        <w:t>MOKESČIO UŽ VAIKŲ IŠLAIKYMĄ NUSTATYMAS</w:t>
      </w:r>
    </w:p>
    <w:p w14:paraId="78CF8A10" w14:textId="77777777" w:rsidR="00B41D15" w:rsidRPr="003C29E5" w:rsidRDefault="00B41D15" w:rsidP="00B41D15">
      <w:pPr>
        <w:jc w:val="both"/>
        <w:rPr>
          <w:rFonts w:ascii="TimesLT" w:hAnsi="TimesLT" w:cs="Arial Unicode MS"/>
          <w:b/>
          <w:color w:val="auto"/>
          <w:lang w:eastAsia="lt-LT" w:bidi="lo-LA"/>
        </w:rPr>
      </w:pPr>
    </w:p>
    <w:p w14:paraId="4CF08CF6" w14:textId="77777777" w:rsidR="00702E63" w:rsidRPr="003C29E5" w:rsidRDefault="00B41D15" w:rsidP="00702E63">
      <w:pPr>
        <w:ind w:firstLine="1296"/>
        <w:jc w:val="both"/>
        <w:rPr>
          <w:rFonts w:ascii="TimesLT" w:hAnsi="TimesLT" w:cs="Arial Unicode MS"/>
          <w:color w:val="auto"/>
          <w:szCs w:val="20"/>
          <w:lang w:eastAsia="lt-LT" w:bidi="lo-LA"/>
        </w:rPr>
      </w:pPr>
      <w:r w:rsidRPr="003C29E5">
        <w:rPr>
          <w:rFonts w:ascii="TimesLT" w:hAnsi="TimesLT" w:cs="Arial Unicode MS"/>
          <w:iCs/>
          <w:color w:val="auto"/>
          <w:lang w:eastAsia="lt-LT" w:bidi="lo-LA"/>
        </w:rPr>
        <w:t xml:space="preserve">5. </w:t>
      </w:r>
      <w:r w:rsidR="00702E63" w:rsidRPr="003C29E5">
        <w:rPr>
          <w:rFonts w:ascii="TimesLT" w:hAnsi="TimesLT" w:cs="Arial Unicode MS"/>
          <w:iCs/>
          <w:color w:val="auto"/>
          <w:lang w:eastAsia="lt-LT" w:bidi="lo-LA"/>
        </w:rPr>
        <w:t>Mokestį už vaikų išlaikymą mokyklose sudaro mokestis už vaikų maitinimą</w:t>
      </w:r>
      <w:r w:rsidR="006F5EAF" w:rsidRPr="003C29E5">
        <w:rPr>
          <w:rFonts w:ascii="TimesLT" w:hAnsi="TimesLT" w:cs="Arial Unicode MS"/>
          <w:iCs/>
          <w:color w:val="auto"/>
          <w:lang w:eastAsia="lt-LT" w:bidi="lo-LA"/>
        </w:rPr>
        <w:t xml:space="preserve">, </w:t>
      </w:r>
      <w:r w:rsidR="00702E63" w:rsidRPr="003C29E5">
        <w:rPr>
          <w:rFonts w:ascii="TimesLT" w:hAnsi="TimesLT" w:cs="Arial Unicode MS"/>
          <w:iCs/>
          <w:color w:val="auto"/>
          <w:lang w:eastAsia="lt-LT" w:bidi="lo-LA"/>
        </w:rPr>
        <w:t>kitos išlaidos</w:t>
      </w:r>
      <w:r w:rsidR="006F5EAF" w:rsidRPr="003C29E5">
        <w:rPr>
          <w:rFonts w:ascii="TimesLT" w:hAnsi="TimesLT" w:cs="Arial Unicode MS"/>
          <w:iCs/>
          <w:color w:val="auto"/>
          <w:lang w:eastAsia="lt-LT" w:bidi="lo-LA"/>
        </w:rPr>
        <w:t xml:space="preserve"> ir </w:t>
      </w:r>
      <w:r w:rsidR="004D739F" w:rsidRPr="003C29E5">
        <w:rPr>
          <w:rFonts w:ascii="TimesLT" w:hAnsi="TimesLT" w:cs="Arial Unicode MS"/>
          <w:iCs/>
          <w:color w:val="auto"/>
          <w:lang w:eastAsia="lt-LT" w:bidi="lo-LA"/>
        </w:rPr>
        <w:t xml:space="preserve">mokestis už </w:t>
      </w:r>
      <w:r w:rsidR="006F5EAF" w:rsidRPr="003C29E5">
        <w:rPr>
          <w:rFonts w:ascii="TimesLT" w:hAnsi="TimesLT" w:cs="Arial Unicode MS"/>
          <w:iCs/>
          <w:color w:val="auto"/>
          <w:lang w:eastAsia="lt-LT" w:bidi="lo-LA"/>
        </w:rPr>
        <w:t>vaikų</w:t>
      </w:r>
      <w:r w:rsidR="00555E02" w:rsidRPr="003C29E5">
        <w:rPr>
          <w:rFonts w:ascii="TimesLT" w:hAnsi="TimesLT" w:cs="Arial Unicode MS"/>
          <w:iCs/>
          <w:color w:val="auto"/>
          <w:lang w:eastAsia="lt-LT" w:bidi="lo-LA"/>
        </w:rPr>
        <w:t xml:space="preserve"> dienos</w:t>
      </w:r>
      <w:r w:rsidR="006F5EAF" w:rsidRPr="003C29E5">
        <w:rPr>
          <w:rFonts w:ascii="TimesLT" w:hAnsi="TimesLT" w:cs="Arial Unicode MS"/>
          <w:iCs/>
          <w:color w:val="auto"/>
          <w:lang w:eastAsia="lt-LT" w:bidi="lo-LA"/>
        </w:rPr>
        <w:t xml:space="preserve"> priežiūr</w:t>
      </w:r>
      <w:r w:rsidR="004D739F" w:rsidRPr="003C29E5">
        <w:rPr>
          <w:rFonts w:ascii="TimesLT" w:hAnsi="TimesLT" w:cs="Arial Unicode MS"/>
          <w:iCs/>
          <w:color w:val="auto"/>
          <w:lang w:eastAsia="lt-LT" w:bidi="lo-LA"/>
        </w:rPr>
        <w:t>ą</w:t>
      </w:r>
      <w:r w:rsidR="00702E63" w:rsidRPr="003C29E5">
        <w:rPr>
          <w:rFonts w:ascii="TimesLT" w:hAnsi="TimesLT" w:cs="Arial Unicode MS"/>
          <w:iCs/>
          <w:color w:val="auto"/>
          <w:lang w:eastAsia="lt-LT" w:bidi="lo-L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6"/>
        <w:gridCol w:w="1110"/>
        <w:gridCol w:w="803"/>
        <w:gridCol w:w="1229"/>
        <w:gridCol w:w="1037"/>
        <w:gridCol w:w="993"/>
        <w:gridCol w:w="2409"/>
      </w:tblGrid>
      <w:tr w:rsidR="007C2FC1" w:rsidRPr="003C29E5" w14:paraId="7BA75DBC" w14:textId="77777777" w:rsidTr="00CB3153">
        <w:tc>
          <w:tcPr>
            <w:tcW w:w="2166" w:type="dxa"/>
            <w:vMerge w:val="restart"/>
            <w:tcBorders>
              <w:top w:val="single" w:sz="4" w:space="0" w:color="auto"/>
              <w:left w:val="single" w:sz="4" w:space="0" w:color="auto"/>
              <w:bottom w:val="single" w:sz="4" w:space="0" w:color="auto"/>
              <w:right w:val="single" w:sz="4" w:space="0" w:color="auto"/>
            </w:tcBorders>
          </w:tcPr>
          <w:p w14:paraId="435C8AAA" w14:textId="77777777" w:rsidR="006F5EAF" w:rsidRPr="003C29E5" w:rsidRDefault="006F5EAF" w:rsidP="006F5EAF">
            <w:pPr>
              <w:jc w:val="both"/>
              <w:rPr>
                <w:rFonts w:ascii="TimesLT" w:hAnsi="TimesLT" w:cs="Arial Unicode MS"/>
                <w:color w:val="auto"/>
                <w:lang w:eastAsia="lt-LT" w:bidi="lo-LA"/>
              </w:rPr>
            </w:pPr>
          </w:p>
          <w:p w14:paraId="504078AB"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Grupės pavadinimas</w:t>
            </w:r>
          </w:p>
        </w:tc>
        <w:tc>
          <w:tcPr>
            <w:tcW w:w="4179" w:type="dxa"/>
            <w:gridSpan w:val="4"/>
            <w:tcBorders>
              <w:top w:val="single" w:sz="4" w:space="0" w:color="auto"/>
              <w:left w:val="single" w:sz="4" w:space="0" w:color="auto"/>
              <w:bottom w:val="single" w:sz="4" w:space="0" w:color="auto"/>
              <w:right w:val="single" w:sz="4" w:space="0" w:color="auto"/>
            </w:tcBorders>
            <w:hideMark/>
          </w:tcPr>
          <w:p w14:paraId="54621AF3"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Maitinimo išlaidos, Eur (už 1 vaiko lankytą, nelankytą ir nepateisintą dieną)</w:t>
            </w:r>
          </w:p>
        </w:tc>
        <w:tc>
          <w:tcPr>
            <w:tcW w:w="993" w:type="dxa"/>
            <w:vMerge w:val="restart"/>
            <w:tcBorders>
              <w:top w:val="single" w:sz="4" w:space="0" w:color="auto"/>
              <w:left w:val="single" w:sz="4" w:space="0" w:color="auto"/>
              <w:right w:val="single" w:sz="4" w:space="0" w:color="auto"/>
            </w:tcBorders>
          </w:tcPr>
          <w:p w14:paraId="52B0CC85"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Kitos išlaidos per mėnesį</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63A2E7E6" w14:textId="77777777" w:rsidR="006F5EAF" w:rsidRPr="003C29E5" w:rsidRDefault="004D739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 xml:space="preserve">Mokestis už vaikų </w:t>
            </w:r>
            <w:r w:rsidR="00555E02" w:rsidRPr="003C29E5">
              <w:rPr>
                <w:rFonts w:ascii="TimesLT" w:hAnsi="TimesLT" w:cs="Arial Unicode MS"/>
                <w:color w:val="auto"/>
                <w:lang w:eastAsia="lt-LT" w:bidi="lo-LA"/>
              </w:rPr>
              <w:t>dienos</w:t>
            </w:r>
            <w:r w:rsidR="00AF6754" w:rsidRPr="003C29E5">
              <w:rPr>
                <w:rFonts w:ascii="TimesLT" w:hAnsi="TimesLT" w:cs="Arial Unicode MS"/>
                <w:color w:val="auto"/>
                <w:lang w:eastAsia="lt-LT" w:bidi="lo-LA"/>
              </w:rPr>
              <w:t xml:space="preserve"> </w:t>
            </w:r>
            <w:r w:rsidRPr="003C29E5">
              <w:rPr>
                <w:rFonts w:ascii="TimesLT" w:hAnsi="TimesLT" w:cs="Arial Unicode MS"/>
                <w:color w:val="auto"/>
                <w:lang w:eastAsia="lt-LT" w:bidi="lo-LA"/>
              </w:rPr>
              <w:t>priežiūr</w:t>
            </w:r>
            <w:r w:rsidR="00AF6754" w:rsidRPr="003C29E5">
              <w:rPr>
                <w:rFonts w:ascii="TimesLT" w:hAnsi="TimesLT" w:cs="Arial Unicode MS"/>
                <w:color w:val="auto"/>
                <w:lang w:eastAsia="lt-LT" w:bidi="lo-LA"/>
              </w:rPr>
              <w:t>ą</w:t>
            </w:r>
            <w:r w:rsidR="006F5EAF" w:rsidRPr="003C29E5">
              <w:rPr>
                <w:rFonts w:ascii="TimesLT" w:hAnsi="TimesLT" w:cs="Arial Unicode MS"/>
                <w:color w:val="auto"/>
                <w:lang w:eastAsia="lt-LT" w:bidi="lo-LA"/>
              </w:rPr>
              <w:t xml:space="preserve"> per mėnesį</w:t>
            </w:r>
          </w:p>
        </w:tc>
      </w:tr>
      <w:tr w:rsidR="00CB3153" w:rsidRPr="003C29E5" w14:paraId="4B7F9469" w14:textId="77777777" w:rsidTr="00CB3153">
        <w:trPr>
          <w:trHeight w:val="550"/>
        </w:trPr>
        <w:tc>
          <w:tcPr>
            <w:tcW w:w="2166" w:type="dxa"/>
            <w:vMerge/>
            <w:tcBorders>
              <w:top w:val="single" w:sz="4" w:space="0" w:color="auto"/>
              <w:left w:val="single" w:sz="4" w:space="0" w:color="auto"/>
              <w:bottom w:val="single" w:sz="4" w:space="0" w:color="auto"/>
              <w:right w:val="single" w:sz="4" w:space="0" w:color="auto"/>
            </w:tcBorders>
            <w:vAlign w:val="center"/>
            <w:hideMark/>
          </w:tcPr>
          <w:p w14:paraId="5EC3E6D0" w14:textId="77777777" w:rsidR="006F5EAF" w:rsidRPr="003C29E5" w:rsidRDefault="006F5EAF" w:rsidP="006F5EAF">
            <w:pPr>
              <w:rPr>
                <w:rFonts w:ascii="TimesLT" w:hAnsi="TimesLT" w:cs="Arial Unicode MS"/>
                <w:color w:val="auto"/>
                <w:lang w:eastAsia="lt-LT" w:bidi="lo-LA"/>
              </w:rPr>
            </w:pPr>
          </w:p>
        </w:tc>
        <w:tc>
          <w:tcPr>
            <w:tcW w:w="1110" w:type="dxa"/>
            <w:tcBorders>
              <w:top w:val="single" w:sz="4" w:space="0" w:color="auto"/>
              <w:left w:val="single" w:sz="4" w:space="0" w:color="auto"/>
              <w:bottom w:val="single" w:sz="4" w:space="0" w:color="auto"/>
              <w:right w:val="single" w:sz="4" w:space="0" w:color="auto"/>
            </w:tcBorders>
          </w:tcPr>
          <w:p w14:paraId="1C7A9A99" w14:textId="77777777" w:rsidR="006F5EAF" w:rsidRPr="003C29E5" w:rsidRDefault="006F5EAF" w:rsidP="006F5EAF">
            <w:pPr>
              <w:jc w:val="center"/>
              <w:rPr>
                <w:rFonts w:ascii="TimesLT" w:hAnsi="TimesLT" w:cs="Arial Unicode MS"/>
                <w:color w:val="auto"/>
                <w:lang w:eastAsia="lt-LT" w:bidi="lo-LA"/>
              </w:rPr>
            </w:pPr>
          </w:p>
          <w:p w14:paraId="26899BAD"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Pusryčiai</w:t>
            </w:r>
          </w:p>
        </w:tc>
        <w:tc>
          <w:tcPr>
            <w:tcW w:w="803" w:type="dxa"/>
            <w:tcBorders>
              <w:top w:val="single" w:sz="4" w:space="0" w:color="auto"/>
              <w:left w:val="single" w:sz="4" w:space="0" w:color="auto"/>
              <w:bottom w:val="single" w:sz="4" w:space="0" w:color="auto"/>
              <w:right w:val="single" w:sz="4" w:space="0" w:color="auto"/>
            </w:tcBorders>
          </w:tcPr>
          <w:p w14:paraId="08260941" w14:textId="77777777" w:rsidR="006F5EAF" w:rsidRPr="003C29E5" w:rsidRDefault="006F5EAF" w:rsidP="006F5EAF">
            <w:pPr>
              <w:jc w:val="center"/>
              <w:rPr>
                <w:rFonts w:ascii="TimesLT" w:hAnsi="TimesLT" w:cs="Arial Unicode MS"/>
                <w:color w:val="auto"/>
                <w:lang w:eastAsia="lt-LT" w:bidi="lo-LA"/>
              </w:rPr>
            </w:pPr>
          </w:p>
          <w:p w14:paraId="363DA814"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Pietūs</w:t>
            </w:r>
          </w:p>
        </w:tc>
        <w:tc>
          <w:tcPr>
            <w:tcW w:w="1229" w:type="dxa"/>
            <w:tcBorders>
              <w:top w:val="single" w:sz="4" w:space="0" w:color="auto"/>
              <w:left w:val="single" w:sz="4" w:space="0" w:color="auto"/>
              <w:bottom w:val="single" w:sz="4" w:space="0" w:color="auto"/>
              <w:right w:val="single" w:sz="4" w:space="0" w:color="auto"/>
            </w:tcBorders>
          </w:tcPr>
          <w:p w14:paraId="7665DA35" w14:textId="77777777" w:rsidR="006F5EAF" w:rsidRPr="003C29E5" w:rsidRDefault="006F5EAF" w:rsidP="006F5EAF">
            <w:pPr>
              <w:jc w:val="center"/>
              <w:rPr>
                <w:rFonts w:ascii="TimesLT" w:hAnsi="TimesLT" w:cs="Arial Unicode MS"/>
                <w:color w:val="auto"/>
                <w:lang w:eastAsia="lt-LT" w:bidi="lo-LA"/>
              </w:rPr>
            </w:pPr>
          </w:p>
          <w:p w14:paraId="3C712661"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Pavakariai</w:t>
            </w:r>
          </w:p>
        </w:tc>
        <w:tc>
          <w:tcPr>
            <w:tcW w:w="1037" w:type="dxa"/>
            <w:tcBorders>
              <w:top w:val="single" w:sz="4" w:space="0" w:color="auto"/>
              <w:left w:val="single" w:sz="4" w:space="0" w:color="auto"/>
              <w:bottom w:val="single" w:sz="4" w:space="0" w:color="auto"/>
              <w:right w:val="single" w:sz="4" w:space="0" w:color="auto"/>
            </w:tcBorders>
          </w:tcPr>
          <w:p w14:paraId="5BDA2C48" w14:textId="77777777" w:rsidR="006F5EAF" w:rsidRPr="003C29E5" w:rsidRDefault="006F5EAF" w:rsidP="006F5EAF">
            <w:pPr>
              <w:jc w:val="center"/>
              <w:rPr>
                <w:rFonts w:ascii="TimesLT" w:hAnsi="TimesLT" w:cs="Arial Unicode MS"/>
                <w:color w:val="auto"/>
                <w:lang w:eastAsia="lt-LT" w:bidi="lo-LA"/>
              </w:rPr>
            </w:pPr>
          </w:p>
          <w:p w14:paraId="5BE1A637"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Iš viso</w:t>
            </w:r>
          </w:p>
        </w:tc>
        <w:tc>
          <w:tcPr>
            <w:tcW w:w="993" w:type="dxa"/>
            <w:vMerge/>
            <w:tcBorders>
              <w:left w:val="single" w:sz="4" w:space="0" w:color="auto"/>
              <w:bottom w:val="single" w:sz="4" w:space="0" w:color="auto"/>
              <w:right w:val="single" w:sz="4" w:space="0" w:color="auto"/>
            </w:tcBorders>
          </w:tcPr>
          <w:p w14:paraId="7AB26092" w14:textId="77777777" w:rsidR="006F5EAF" w:rsidRPr="003C29E5" w:rsidRDefault="006F5EAF" w:rsidP="006F5EAF">
            <w:pPr>
              <w:jc w:val="center"/>
              <w:rPr>
                <w:rFonts w:ascii="TimesLT" w:hAnsi="TimesLT" w:cs="Arial Unicode MS"/>
                <w:color w:val="auto"/>
                <w:lang w:eastAsia="lt-LT" w:bidi="lo-L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82FC404" w14:textId="77777777" w:rsidR="006F5EAF" w:rsidRPr="003C29E5" w:rsidRDefault="006F5EAF" w:rsidP="006F5EAF">
            <w:pPr>
              <w:rPr>
                <w:rFonts w:ascii="TimesLT" w:hAnsi="TimesLT" w:cs="Arial Unicode MS"/>
                <w:color w:val="auto"/>
                <w:lang w:eastAsia="lt-LT" w:bidi="lo-LA"/>
              </w:rPr>
            </w:pPr>
          </w:p>
        </w:tc>
      </w:tr>
      <w:tr w:rsidR="00CB3153" w:rsidRPr="003C29E5" w14:paraId="29871030" w14:textId="77777777" w:rsidTr="00CB3153">
        <w:trPr>
          <w:trHeight w:val="647"/>
        </w:trPr>
        <w:tc>
          <w:tcPr>
            <w:tcW w:w="2166" w:type="dxa"/>
            <w:tcBorders>
              <w:top w:val="single" w:sz="4" w:space="0" w:color="auto"/>
              <w:left w:val="single" w:sz="4" w:space="0" w:color="auto"/>
              <w:bottom w:val="single" w:sz="4" w:space="0" w:color="auto"/>
              <w:right w:val="single" w:sz="4" w:space="0" w:color="auto"/>
            </w:tcBorders>
            <w:hideMark/>
          </w:tcPr>
          <w:p w14:paraId="786D5A81" w14:textId="77777777" w:rsidR="006F5EAF" w:rsidRPr="003C29E5" w:rsidRDefault="006F5EAF" w:rsidP="00CB3153">
            <w:pPr>
              <w:rPr>
                <w:rFonts w:ascii="TimesLT" w:hAnsi="TimesLT" w:cs="Arial Unicode MS"/>
                <w:color w:val="auto"/>
                <w:lang w:eastAsia="lt-LT" w:bidi="lo-LA"/>
              </w:rPr>
            </w:pPr>
            <w:r w:rsidRPr="003C29E5">
              <w:rPr>
                <w:rFonts w:ascii="TimesLT" w:hAnsi="TimesLT" w:cs="Arial Unicode MS"/>
                <w:color w:val="auto"/>
                <w:lang w:eastAsia="lt-LT" w:bidi="lo-LA"/>
              </w:rPr>
              <w:t xml:space="preserve">5.1. Lopšelio grupės </w:t>
            </w:r>
          </w:p>
        </w:tc>
        <w:tc>
          <w:tcPr>
            <w:tcW w:w="1110" w:type="dxa"/>
            <w:tcBorders>
              <w:top w:val="single" w:sz="4" w:space="0" w:color="auto"/>
              <w:left w:val="single" w:sz="4" w:space="0" w:color="auto"/>
              <w:bottom w:val="single" w:sz="4" w:space="0" w:color="auto"/>
              <w:right w:val="single" w:sz="4" w:space="0" w:color="auto"/>
            </w:tcBorders>
            <w:hideMark/>
          </w:tcPr>
          <w:p w14:paraId="16360951"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0,76</w:t>
            </w:r>
          </w:p>
        </w:tc>
        <w:tc>
          <w:tcPr>
            <w:tcW w:w="803" w:type="dxa"/>
            <w:tcBorders>
              <w:top w:val="single" w:sz="4" w:space="0" w:color="auto"/>
              <w:left w:val="single" w:sz="4" w:space="0" w:color="auto"/>
              <w:bottom w:val="single" w:sz="4" w:space="0" w:color="auto"/>
              <w:right w:val="single" w:sz="4" w:space="0" w:color="auto"/>
            </w:tcBorders>
            <w:hideMark/>
          </w:tcPr>
          <w:p w14:paraId="3210250B"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1,13</w:t>
            </w:r>
          </w:p>
        </w:tc>
        <w:tc>
          <w:tcPr>
            <w:tcW w:w="1229" w:type="dxa"/>
            <w:tcBorders>
              <w:top w:val="single" w:sz="4" w:space="0" w:color="auto"/>
              <w:left w:val="single" w:sz="4" w:space="0" w:color="auto"/>
              <w:bottom w:val="single" w:sz="4" w:space="0" w:color="auto"/>
              <w:right w:val="single" w:sz="4" w:space="0" w:color="auto"/>
            </w:tcBorders>
            <w:hideMark/>
          </w:tcPr>
          <w:p w14:paraId="3069EED0"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0,63</w:t>
            </w:r>
          </w:p>
        </w:tc>
        <w:tc>
          <w:tcPr>
            <w:tcW w:w="1037" w:type="dxa"/>
            <w:tcBorders>
              <w:top w:val="single" w:sz="4" w:space="0" w:color="auto"/>
              <w:left w:val="single" w:sz="4" w:space="0" w:color="auto"/>
              <w:bottom w:val="single" w:sz="4" w:space="0" w:color="auto"/>
              <w:right w:val="single" w:sz="4" w:space="0" w:color="auto"/>
            </w:tcBorders>
          </w:tcPr>
          <w:p w14:paraId="6AFB76E7"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2,52</w:t>
            </w:r>
          </w:p>
        </w:tc>
        <w:tc>
          <w:tcPr>
            <w:tcW w:w="993" w:type="dxa"/>
            <w:tcBorders>
              <w:top w:val="single" w:sz="4" w:space="0" w:color="auto"/>
              <w:left w:val="single" w:sz="4" w:space="0" w:color="auto"/>
              <w:bottom w:val="single" w:sz="4" w:space="0" w:color="auto"/>
              <w:right w:val="single" w:sz="4" w:space="0" w:color="auto"/>
            </w:tcBorders>
          </w:tcPr>
          <w:p w14:paraId="4C0D77D9"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15,0</w:t>
            </w:r>
          </w:p>
        </w:tc>
        <w:tc>
          <w:tcPr>
            <w:tcW w:w="2409" w:type="dxa"/>
            <w:tcBorders>
              <w:top w:val="single" w:sz="4" w:space="0" w:color="auto"/>
              <w:left w:val="single" w:sz="4" w:space="0" w:color="auto"/>
              <w:bottom w:val="single" w:sz="4" w:space="0" w:color="auto"/>
              <w:right w:val="single" w:sz="4" w:space="0" w:color="auto"/>
            </w:tcBorders>
          </w:tcPr>
          <w:p w14:paraId="3BBBAA75"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x</w:t>
            </w:r>
          </w:p>
        </w:tc>
      </w:tr>
      <w:tr w:rsidR="00CB3153" w:rsidRPr="003C29E5" w14:paraId="43AD6827" w14:textId="77777777" w:rsidTr="00CB3153">
        <w:trPr>
          <w:trHeight w:val="335"/>
        </w:trPr>
        <w:tc>
          <w:tcPr>
            <w:tcW w:w="2166" w:type="dxa"/>
            <w:tcBorders>
              <w:top w:val="single" w:sz="4" w:space="0" w:color="auto"/>
              <w:left w:val="single" w:sz="4" w:space="0" w:color="auto"/>
              <w:bottom w:val="single" w:sz="4" w:space="0" w:color="auto"/>
              <w:right w:val="single" w:sz="4" w:space="0" w:color="auto"/>
            </w:tcBorders>
            <w:hideMark/>
          </w:tcPr>
          <w:p w14:paraId="3D84D86E" w14:textId="77777777" w:rsidR="006F5EAF" w:rsidRPr="003C29E5" w:rsidRDefault="006F5EAF" w:rsidP="00CB3153">
            <w:pPr>
              <w:rPr>
                <w:rFonts w:ascii="TimesLT" w:hAnsi="TimesLT" w:cs="Arial Unicode MS"/>
                <w:color w:val="auto"/>
                <w:lang w:eastAsia="lt-LT" w:bidi="lo-LA"/>
              </w:rPr>
            </w:pPr>
            <w:r w:rsidRPr="003C29E5">
              <w:rPr>
                <w:rFonts w:ascii="TimesLT" w:hAnsi="TimesLT" w:cs="Arial Unicode MS"/>
                <w:color w:val="auto"/>
                <w:lang w:eastAsia="lt-LT" w:bidi="lo-LA"/>
              </w:rPr>
              <w:t xml:space="preserve">5.2. Darželio grupės </w:t>
            </w:r>
          </w:p>
        </w:tc>
        <w:tc>
          <w:tcPr>
            <w:tcW w:w="1110" w:type="dxa"/>
            <w:tcBorders>
              <w:top w:val="single" w:sz="4" w:space="0" w:color="auto"/>
              <w:left w:val="single" w:sz="4" w:space="0" w:color="auto"/>
              <w:bottom w:val="single" w:sz="4" w:space="0" w:color="auto"/>
              <w:right w:val="single" w:sz="4" w:space="0" w:color="auto"/>
            </w:tcBorders>
            <w:hideMark/>
          </w:tcPr>
          <w:p w14:paraId="2C6FC961"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0,84</w:t>
            </w:r>
          </w:p>
        </w:tc>
        <w:tc>
          <w:tcPr>
            <w:tcW w:w="803" w:type="dxa"/>
            <w:tcBorders>
              <w:top w:val="single" w:sz="4" w:space="0" w:color="auto"/>
              <w:left w:val="single" w:sz="4" w:space="0" w:color="auto"/>
              <w:bottom w:val="single" w:sz="4" w:space="0" w:color="auto"/>
              <w:right w:val="single" w:sz="4" w:space="0" w:color="auto"/>
            </w:tcBorders>
            <w:hideMark/>
          </w:tcPr>
          <w:p w14:paraId="578D6AC6"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1,26</w:t>
            </w:r>
          </w:p>
        </w:tc>
        <w:tc>
          <w:tcPr>
            <w:tcW w:w="1229" w:type="dxa"/>
            <w:tcBorders>
              <w:top w:val="single" w:sz="4" w:space="0" w:color="auto"/>
              <w:left w:val="single" w:sz="4" w:space="0" w:color="auto"/>
              <w:bottom w:val="single" w:sz="4" w:space="0" w:color="auto"/>
              <w:right w:val="single" w:sz="4" w:space="0" w:color="auto"/>
            </w:tcBorders>
            <w:hideMark/>
          </w:tcPr>
          <w:p w14:paraId="67461448"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0,70</w:t>
            </w:r>
          </w:p>
        </w:tc>
        <w:tc>
          <w:tcPr>
            <w:tcW w:w="1037" w:type="dxa"/>
            <w:tcBorders>
              <w:top w:val="single" w:sz="4" w:space="0" w:color="auto"/>
              <w:left w:val="single" w:sz="4" w:space="0" w:color="auto"/>
              <w:bottom w:val="single" w:sz="4" w:space="0" w:color="auto"/>
              <w:right w:val="single" w:sz="4" w:space="0" w:color="auto"/>
            </w:tcBorders>
          </w:tcPr>
          <w:p w14:paraId="0684ECA5"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2,80</w:t>
            </w:r>
          </w:p>
        </w:tc>
        <w:tc>
          <w:tcPr>
            <w:tcW w:w="993" w:type="dxa"/>
            <w:tcBorders>
              <w:top w:val="single" w:sz="4" w:space="0" w:color="auto"/>
              <w:left w:val="single" w:sz="4" w:space="0" w:color="auto"/>
              <w:bottom w:val="single" w:sz="4" w:space="0" w:color="auto"/>
              <w:right w:val="single" w:sz="4" w:space="0" w:color="auto"/>
            </w:tcBorders>
          </w:tcPr>
          <w:p w14:paraId="34772B4B"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15,0</w:t>
            </w:r>
          </w:p>
        </w:tc>
        <w:tc>
          <w:tcPr>
            <w:tcW w:w="2409" w:type="dxa"/>
            <w:tcBorders>
              <w:top w:val="single" w:sz="4" w:space="0" w:color="auto"/>
              <w:left w:val="single" w:sz="4" w:space="0" w:color="auto"/>
              <w:bottom w:val="single" w:sz="4" w:space="0" w:color="auto"/>
              <w:right w:val="single" w:sz="4" w:space="0" w:color="auto"/>
            </w:tcBorders>
          </w:tcPr>
          <w:p w14:paraId="5AC49C4F"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x</w:t>
            </w:r>
          </w:p>
        </w:tc>
      </w:tr>
      <w:tr w:rsidR="00CB3153" w:rsidRPr="003C29E5" w14:paraId="6D00613E" w14:textId="77777777" w:rsidTr="00CB3153">
        <w:tc>
          <w:tcPr>
            <w:tcW w:w="2166" w:type="dxa"/>
            <w:tcBorders>
              <w:top w:val="single" w:sz="4" w:space="0" w:color="auto"/>
              <w:left w:val="single" w:sz="4" w:space="0" w:color="auto"/>
              <w:bottom w:val="single" w:sz="4" w:space="0" w:color="auto"/>
              <w:right w:val="single" w:sz="4" w:space="0" w:color="auto"/>
            </w:tcBorders>
            <w:hideMark/>
          </w:tcPr>
          <w:p w14:paraId="6E8177C2" w14:textId="77777777" w:rsidR="006F5EAF" w:rsidRPr="003C29E5" w:rsidRDefault="006F5EAF" w:rsidP="00CB3153">
            <w:pPr>
              <w:rPr>
                <w:rFonts w:ascii="TimesLT" w:hAnsi="TimesLT" w:cs="Arial Unicode MS"/>
                <w:color w:val="auto"/>
                <w:lang w:eastAsia="lt-LT" w:bidi="lo-LA"/>
              </w:rPr>
            </w:pPr>
            <w:r w:rsidRPr="003C29E5">
              <w:rPr>
                <w:rFonts w:ascii="TimesLT" w:hAnsi="TimesLT" w:cs="Arial Unicode MS"/>
                <w:color w:val="auto"/>
                <w:lang w:eastAsia="lt-LT" w:bidi="lo-LA"/>
              </w:rPr>
              <w:t>5.3. Priešmokyklinio ugdymo grupės</w:t>
            </w:r>
          </w:p>
        </w:tc>
        <w:tc>
          <w:tcPr>
            <w:tcW w:w="1110" w:type="dxa"/>
            <w:tcBorders>
              <w:top w:val="single" w:sz="4" w:space="0" w:color="auto"/>
              <w:left w:val="single" w:sz="4" w:space="0" w:color="auto"/>
              <w:bottom w:val="single" w:sz="4" w:space="0" w:color="auto"/>
              <w:right w:val="single" w:sz="4" w:space="0" w:color="auto"/>
            </w:tcBorders>
            <w:hideMark/>
          </w:tcPr>
          <w:p w14:paraId="77DC3446" w14:textId="77777777" w:rsidR="006F5EAF" w:rsidRPr="003C29E5" w:rsidRDefault="006F5EAF" w:rsidP="006F5EAF">
            <w:pPr>
              <w:jc w:val="center"/>
              <w:rPr>
                <w:rFonts w:ascii="TimesLT" w:hAnsi="TimesLT" w:cs="Arial Unicode MS"/>
                <w:color w:val="auto"/>
                <w:lang w:eastAsia="lt-LT" w:bidi="lo-LA"/>
              </w:rPr>
            </w:pPr>
          </w:p>
        </w:tc>
        <w:tc>
          <w:tcPr>
            <w:tcW w:w="803" w:type="dxa"/>
            <w:tcBorders>
              <w:top w:val="single" w:sz="4" w:space="0" w:color="auto"/>
              <w:left w:val="single" w:sz="4" w:space="0" w:color="auto"/>
              <w:bottom w:val="single" w:sz="4" w:space="0" w:color="auto"/>
              <w:right w:val="single" w:sz="4" w:space="0" w:color="auto"/>
            </w:tcBorders>
            <w:hideMark/>
          </w:tcPr>
          <w:p w14:paraId="55CE69B9" w14:textId="77777777" w:rsidR="006F5EAF" w:rsidRPr="003C29E5" w:rsidRDefault="006F5EAF" w:rsidP="006F5EAF">
            <w:pPr>
              <w:jc w:val="center"/>
              <w:rPr>
                <w:rFonts w:ascii="TimesLT" w:hAnsi="TimesLT" w:cs="Arial Unicode MS"/>
                <w:strike/>
                <w:color w:val="auto"/>
                <w:lang w:eastAsia="lt-LT" w:bidi="lo-LA"/>
              </w:rPr>
            </w:pPr>
          </w:p>
        </w:tc>
        <w:tc>
          <w:tcPr>
            <w:tcW w:w="1229" w:type="dxa"/>
            <w:tcBorders>
              <w:top w:val="single" w:sz="4" w:space="0" w:color="auto"/>
              <w:left w:val="single" w:sz="4" w:space="0" w:color="auto"/>
              <w:bottom w:val="single" w:sz="4" w:space="0" w:color="auto"/>
              <w:right w:val="single" w:sz="4" w:space="0" w:color="auto"/>
            </w:tcBorders>
            <w:hideMark/>
          </w:tcPr>
          <w:p w14:paraId="6ABAC7A1" w14:textId="77777777" w:rsidR="006F5EAF" w:rsidRPr="003C29E5" w:rsidRDefault="006F5EAF" w:rsidP="006F5EAF">
            <w:pPr>
              <w:jc w:val="center"/>
              <w:rPr>
                <w:rFonts w:ascii="TimesLT" w:hAnsi="TimesLT" w:cs="Arial Unicode MS"/>
                <w:color w:val="auto"/>
                <w:lang w:eastAsia="lt-LT" w:bidi="lo-LA"/>
              </w:rPr>
            </w:pPr>
          </w:p>
        </w:tc>
        <w:tc>
          <w:tcPr>
            <w:tcW w:w="1037" w:type="dxa"/>
            <w:tcBorders>
              <w:top w:val="single" w:sz="4" w:space="0" w:color="auto"/>
              <w:left w:val="single" w:sz="4" w:space="0" w:color="auto"/>
              <w:bottom w:val="single" w:sz="4" w:space="0" w:color="auto"/>
              <w:right w:val="single" w:sz="4" w:space="0" w:color="auto"/>
            </w:tcBorders>
          </w:tcPr>
          <w:p w14:paraId="1A895B22" w14:textId="77777777" w:rsidR="006F5EAF" w:rsidRPr="003C29E5" w:rsidRDefault="006F5EAF" w:rsidP="006F5EAF">
            <w:pPr>
              <w:jc w:val="center"/>
              <w:rPr>
                <w:rFonts w:ascii="TimesLT" w:hAnsi="TimesLT" w:cs="Arial Unicode MS"/>
                <w:strike/>
                <w:color w:val="auto"/>
                <w:lang w:eastAsia="lt-LT" w:bidi="lo-LA"/>
              </w:rPr>
            </w:pPr>
          </w:p>
        </w:tc>
        <w:tc>
          <w:tcPr>
            <w:tcW w:w="993" w:type="dxa"/>
            <w:tcBorders>
              <w:top w:val="single" w:sz="4" w:space="0" w:color="auto"/>
              <w:left w:val="single" w:sz="4" w:space="0" w:color="auto"/>
              <w:bottom w:val="single" w:sz="4" w:space="0" w:color="auto"/>
              <w:right w:val="single" w:sz="4" w:space="0" w:color="auto"/>
            </w:tcBorders>
          </w:tcPr>
          <w:p w14:paraId="2279F38E" w14:textId="77777777" w:rsidR="006F5EAF" w:rsidRPr="003C29E5" w:rsidRDefault="006F5EAF" w:rsidP="006F5EAF">
            <w:pPr>
              <w:jc w:val="center"/>
              <w:rPr>
                <w:rFonts w:ascii="TimesLT" w:hAnsi="TimesLT" w:cs="Arial Unicode MS"/>
                <w:color w:val="auto"/>
                <w:lang w:eastAsia="lt-LT" w:bidi="lo-LA"/>
              </w:rPr>
            </w:pPr>
          </w:p>
        </w:tc>
        <w:tc>
          <w:tcPr>
            <w:tcW w:w="2409" w:type="dxa"/>
            <w:tcBorders>
              <w:top w:val="single" w:sz="4" w:space="0" w:color="auto"/>
              <w:left w:val="single" w:sz="4" w:space="0" w:color="auto"/>
              <w:bottom w:val="single" w:sz="4" w:space="0" w:color="auto"/>
              <w:right w:val="single" w:sz="4" w:space="0" w:color="auto"/>
            </w:tcBorders>
            <w:hideMark/>
          </w:tcPr>
          <w:p w14:paraId="3B815E03" w14:textId="77777777" w:rsidR="006F5EAF" w:rsidRPr="003C29E5" w:rsidRDefault="006F5EAF" w:rsidP="006F5EAF">
            <w:pPr>
              <w:jc w:val="center"/>
              <w:rPr>
                <w:rFonts w:ascii="TimesLT" w:hAnsi="TimesLT" w:cs="Arial Unicode MS"/>
                <w:color w:val="auto"/>
                <w:lang w:eastAsia="lt-LT" w:bidi="lo-LA"/>
              </w:rPr>
            </w:pPr>
          </w:p>
        </w:tc>
      </w:tr>
      <w:tr w:rsidR="00CB3153" w:rsidRPr="003C29E5" w14:paraId="30D412CF" w14:textId="77777777" w:rsidTr="00CB3153">
        <w:tc>
          <w:tcPr>
            <w:tcW w:w="2166" w:type="dxa"/>
            <w:tcBorders>
              <w:top w:val="single" w:sz="4" w:space="0" w:color="auto"/>
              <w:left w:val="single" w:sz="4" w:space="0" w:color="auto"/>
              <w:bottom w:val="single" w:sz="4" w:space="0" w:color="auto"/>
              <w:right w:val="single" w:sz="4" w:space="0" w:color="auto"/>
            </w:tcBorders>
          </w:tcPr>
          <w:p w14:paraId="429F84A7" w14:textId="77777777" w:rsidR="006F5EAF" w:rsidRPr="003C29E5" w:rsidRDefault="006F5EAF" w:rsidP="00CB3153">
            <w:pPr>
              <w:rPr>
                <w:rFonts w:ascii="TimesLT" w:hAnsi="TimesLT" w:cs="Arial Unicode MS"/>
                <w:color w:val="auto"/>
                <w:lang w:eastAsia="lt-LT" w:bidi="lo-LA"/>
              </w:rPr>
            </w:pPr>
            <w:r w:rsidRPr="003C29E5">
              <w:rPr>
                <w:rFonts w:ascii="TimesLT" w:hAnsi="TimesLT" w:cs="Arial Unicode MS"/>
                <w:color w:val="auto"/>
                <w:lang w:eastAsia="lt-LT" w:bidi="lo-LA"/>
              </w:rPr>
              <w:t xml:space="preserve">5.3.1. </w:t>
            </w:r>
            <w:r w:rsidR="00D0683B" w:rsidRPr="003C29E5">
              <w:rPr>
                <w:rFonts w:ascii="TimesLT" w:hAnsi="TimesLT" w:cs="Arial Unicode MS"/>
                <w:color w:val="auto"/>
                <w:lang w:eastAsia="lt-LT" w:bidi="lo-LA"/>
              </w:rPr>
              <w:t>ugdymo programos vykdymo metu</w:t>
            </w:r>
          </w:p>
        </w:tc>
        <w:tc>
          <w:tcPr>
            <w:tcW w:w="1110" w:type="dxa"/>
            <w:tcBorders>
              <w:top w:val="single" w:sz="4" w:space="0" w:color="auto"/>
              <w:left w:val="single" w:sz="4" w:space="0" w:color="auto"/>
              <w:bottom w:val="single" w:sz="4" w:space="0" w:color="auto"/>
              <w:right w:val="single" w:sz="4" w:space="0" w:color="auto"/>
            </w:tcBorders>
          </w:tcPr>
          <w:p w14:paraId="7CB0E1B1"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0,84</w:t>
            </w:r>
          </w:p>
        </w:tc>
        <w:tc>
          <w:tcPr>
            <w:tcW w:w="803" w:type="dxa"/>
            <w:tcBorders>
              <w:top w:val="single" w:sz="4" w:space="0" w:color="auto"/>
              <w:left w:val="single" w:sz="4" w:space="0" w:color="auto"/>
              <w:bottom w:val="single" w:sz="4" w:space="0" w:color="auto"/>
              <w:right w:val="single" w:sz="4" w:space="0" w:color="auto"/>
            </w:tcBorders>
          </w:tcPr>
          <w:p w14:paraId="28CF3A24"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x</w:t>
            </w:r>
          </w:p>
        </w:tc>
        <w:tc>
          <w:tcPr>
            <w:tcW w:w="1229" w:type="dxa"/>
            <w:tcBorders>
              <w:top w:val="single" w:sz="4" w:space="0" w:color="auto"/>
              <w:left w:val="single" w:sz="4" w:space="0" w:color="auto"/>
              <w:bottom w:val="single" w:sz="4" w:space="0" w:color="auto"/>
              <w:right w:val="single" w:sz="4" w:space="0" w:color="auto"/>
            </w:tcBorders>
          </w:tcPr>
          <w:p w14:paraId="30F62DDA"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0,70</w:t>
            </w:r>
          </w:p>
        </w:tc>
        <w:tc>
          <w:tcPr>
            <w:tcW w:w="1037" w:type="dxa"/>
            <w:tcBorders>
              <w:top w:val="single" w:sz="4" w:space="0" w:color="auto"/>
              <w:left w:val="single" w:sz="4" w:space="0" w:color="auto"/>
              <w:bottom w:val="single" w:sz="4" w:space="0" w:color="auto"/>
              <w:right w:val="single" w:sz="4" w:space="0" w:color="auto"/>
            </w:tcBorders>
          </w:tcPr>
          <w:p w14:paraId="6F49D591"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1,54</w:t>
            </w:r>
          </w:p>
        </w:tc>
        <w:tc>
          <w:tcPr>
            <w:tcW w:w="993" w:type="dxa"/>
            <w:tcBorders>
              <w:top w:val="single" w:sz="4" w:space="0" w:color="auto"/>
              <w:left w:val="single" w:sz="4" w:space="0" w:color="auto"/>
              <w:bottom w:val="single" w:sz="4" w:space="0" w:color="auto"/>
              <w:right w:val="single" w:sz="4" w:space="0" w:color="auto"/>
            </w:tcBorders>
          </w:tcPr>
          <w:p w14:paraId="7E92FF8D"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15,0</w:t>
            </w:r>
          </w:p>
        </w:tc>
        <w:tc>
          <w:tcPr>
            <w:tcW w:w="2409" w:type="dxa"/>
            <w:tcBorders>
              <w:top w:val="single" w:sz="4" w:space="0" w:color="auto"/>
              <w:left w:val="single" w:sz="4" w:space="0" w:color="auto"/>
              <w:bottom w:val="single" w:sz="4" w:space="0" w:color="auto"/>
              <w:right w:val="single" w:sz="4" w:space="0" w:color="auto"/>
            </w:tcBorders>
          </w:tcPr>
          <w:p w14:paraId="6862C95E"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x</w:t>
            </w:r>
          </w:p>
        </w:tc>
      </w:tr>
      <w:tr w:rsidR="00CB3153" w:rsidRPr="003C29E5" w14:paraId="23B651F0" w14:textId="77777777" w:rsidTr="00CB3153">
        <w:tc>
          <w:tcPr>
            <w:tcW w:w="2166" w:type="dxa"/>
            <w:tcBorders>
              <w:top w:val="single" w:sz="4" w:space="0" w:color="auto"/>
              <w:left w:val="single" w:sz="4" w:space="0" w:color="auto"/>
              <w:bottom w:val="single" w:sz="4" w:space="0" w:color="auto"/>
              <w:right w:val="single" w:sz="4" w:space="0" w:color="auto"/>
            </w:tcBorders>
          </w:tcPr>
          <w:p w14:paraId="52E26C1C" w14:textId="77777777" w:rsidR="00D0683B" w:rsidRPr="003C29E5" w:rsidRDefault="006F5EAF" w:rsidP="00050887">
            <w:pPr>
              <w:rPr>
                <w:rFonts w:ascii="TimesLT" w:hAnsi="TimesLT" w:cs="Arial Unicode MS"/>
                <w:color w:val="auto"/>
                <w:lang w:eastAsia="lt-LT" w:bidi="lo-LA"/>
              </w:rPr>
            </w:pPr>
            <w:r w:rsidRPr="003C29E5">
              <w:rPr>
                <w:rFonts w:ascii="TimesLT" w:hAnsi="TimesLT" w:cs="Arial Unicode MS"/>
                <w:color w:val="auto"/>
                <w:lang w:eastAsia="lt-LT" w:bidi="lo-LA"/>
              </w:rPr>
              <w:t xml:space="preserve">5.3.2. </w:t>
            </w:r>
            <w:r w:rsidR="00050887" w:rsidRPr="003C29E5">
              <w:rPr>
                <w:rFonts w:ascii="TimesLT" w:hAnsi="TimesLT" w:cs="Arial Unicode MS"/>
                <w:color w:val="auto"/>
                <w:lang w:eastAsia="lt-LT" w:bidi="lo-LA"/>
              </w:rPr>
              <w:t>b</w:t>
            </w:r>
            <w:r w:rsidR="00D0683B" w:rsidRPr="003C29E5">
              <w:rPr>
                <w:rFonts w:ascii="TimesLT" w:hAnsi="TimesLT" w:cs="Arial Unicode MS"/>
                <w:color w:val="auto"/>
                <w:lang w:eastAsia="lt-LT" w:bidi="lo-LA"/>
              </w:rPr>
              <w:t>aigus ugdymo programą</w:t>
            </w:r>
          </w:p>
        </w:tc>
        <w:tc>
          <w:tcPr>
            <w:tcW w:w="1110" w:type="dxa"/>
            <w:tcBorders>
              <w:top w:val="single" w:sz="4" w:space="0" w:color="auto"/>
              <w:left w:val="single" w:sz="4" w:space="0" w:color="auto"/>
              <w:bottom w:val="single" w:sz="4" w:space="0" w:color="auto"/>
              <w:right w:val="single" w:sz="4" w:space="0" w:color="auto"/>
            </w:tcBorders>
          </w:tcPr>
          <w:p w14:paraId="535A5100"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0,84</w:t>
            </w:r>
          </w:p>
        </w:tc>
        <w:tc>
          <w:tcPr>
            <w:tcW w:w="803" w:type="dxa"/>
            <w:tcBorders>
              <w:top w:val="single" w:sz="4" w:space="0" w:color="auto"/>
              <w:left w:val="single" w:sz="4" w:space="0" w:color="auto"/>
              <w:bottom w:val="single" w:sz="4" w:space="0" w:color="auto"/>
              <w:right w:val="single" w:sz="4" w:space="0" w:color="auto"/>
            </w:tcBorders>
          </w:tcPr>
          <w:p w14:paraId="4AE25D3E"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1,26</w:t>
            </w:r>
          </w:p>
        </w:tc>
        <w:tc>
          <w:tcPr>
            <w:tcW w:w="1229" w:type="dxa"/>
            <w:tcBorders>
              <w:top w:val="single" w:sz="4" w:space="0" w:color="auto"/>
              <w:left w:val="single" w:sz="4" w:space="0" w:color="auto"/>
              <w:bottom w:val="single" w:sz="4" w:space="0" w:color="auto"/>
              <w:right w:val="single" w:sz="4" w:space="0" w:color="auto"/>
            </w:tcBorders>
          </w:tcPr>
          <w:p w14:paraId="691FF11B"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0,7</w:t>
            </w:r>
            <w:r w:rsidR="00533EBF" w:rsidRPr="003C29E5">
              <w:rPr>
                <w:rFonts w:ascii="TimesLT" w:hAnsi="TimesLT" w:cs="Arial Unicode MS"/>
                <w:color w:val="auto"/>
                <w:lang w:eastAsia="lt-LT" w:bidi="lo-LA"/>
              </w:rPr>
              <w:t>0</w:t>
            </w:r>
          </w:p>
        </w:tc>
        <w:tc>
          <w:tcPr>
            <w:tcW w:w="1037" w:type="dxa"/>
            <w:tcBorders>
              <w:top w:val="single" w:sz="4" w:space="0" w:color="auto"/>
              <w:left w:val="single" w:sz="4" w:space="0" w:color="auto"/>
              <w:bottom w:val="single" w:sz="4" w:space="0" w:color="auto"/>
              <w:right w:val="single" w:sz="4" w:space="0" w:color="auto"/>
            </w:tcBorders>
          </w:tcPr>
          <w:p w14:paraId="097193FF"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2,80</w:t>
            </w:r>
          </w:p>
        </w:tc>
        <w:tc>
          <w:tcPr>
            <w:tcW w:w="993" w:type="dxa"/>
            <w:tcBorders>
              <w:top w:val="single" w:sz="4" w:space="0" w:color="auto"/>
              <w:left w:val="single" w:sz="4" w:space="0" w:color="auto"/>
              <w:bottom w:val="single" w:sz="4" w:space="0" w:color="auto"/>
              <w:right w:val="single" w:sz="4" w:space="0" w:color="auto"/>
            </w:tcBorders>
          </w:tcPr>
          <w:p w14:paraId="6547426D"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15,0</w:t>
            </w:r>
          </w:p>
        </w:tc>
        <w:tc>
          <w:tcPr>
            <w:tcW w:w="2409" w:type="dxa"/>
            <w:tcBorders>
              <w:top w:val="single" w:sz="4" w:space="0" w:color="auto"/>
              <w:left w:val="single" w:sz="4" w:space="0" w:color="auto"/>
              <w:bottom w:val="single" w:sz="4" w:space="0" w:color="auto"/>
              <w:right w:val="single" w:sz="4" w:space="0" w:color="auto"/>
            </w:tcBorders>
          </w:tcPr>
          <w:p w14:paraId="79CC308D" w14:textId="77777777" w:rsidR="000566D2" w:rsidRPr="003C29E5" w:rsidRDefault="000566D2" w:rsidP="006F5EAF">
            <w:pPr>
              <w:rPr>
                <w:rFonts w:ascii="TimesLT" w:hAnsi="TimesLT" w:cs="Arial Unicode MS"/>
                <w:color w:val="auto"/>
                <w:lang w:eastAsia="lt-LT" w:bidi="lo-LA"/>
              </w:rPr>
            </w:pPr>
            <w:r w:rsidRPr="003C29E5">
              <w:rPr>
                <w:rFonts w:ascii="TimesLT" w:hAnsi="TimesLT" w:cs="Arial Unicode MS"/>
                <w:color w:val="auto"/>
                <w:lang w:eastAsia="lt-LT" w:bidi="lo-LA"/>
              </w:rPr>
              <w:t>Skaičiuojamas pagal formulę:</w:t>
            </w:r>
          </w:p>
          <w:p w14:paraId="296F9313" w14:textId="77777777" w:rsidR="006F5EAF" w:rsidRPr="003C29E5" w:rsidRDefault="000566D2" w:rsidP="006F5EAF">
            <w:pPr>
              <w:rPr>
                <w:rFonts w:ascii="TimesLT" w:hAnsi="TimesLT" w:cs="Arial Unicode MS"/>
                <w:color w:val="auto"/>
                <w:lang w:eastAsia="lt-LT" w:bidi="lo-LA"/>
              </w:rPr>
            </w:pPr>
            <w:r w:rsidRPr="003C29E5">
              <w:rPr>
                <w:rFonts w:ascii="TimesLT" w:hAnsi="TimesLT" w:cs="Arial Unicode MS"/>
                <w:color w:val="auto"/>
                <w:lang w:eastAsia="lt-LT" w:bidi="lo-LA"/>
              </w:rPr>
              <w:t>M</w:t>
            </w:r>
            <w:r w:rsidR="00B004EE" w:rsidRPr="003C29E5">
              <w:rPr>
                <w:rFonts w:ascii="TimesLT" w:hAnsi="TimesLT" w:cs="Arial Unicode MS"/>
                <w:color w:val="auto"/>
                <w:lang w:eastAsia="lt-LT" w:bidi="lo-LA"/>
              </w:rPr>
              <w:t xml:space="preserve"> </w:t>
            </w:r>
            <w:r w:rsidRPr="003C29E5">
              <w:rPr>
                <w:rFonts w:ascii="TimesLT" w:hAnsi="TimesLT" w:cs="Arial Unicode MS"/>
                <w:color w:val="auto"/>
                <w:lang w:eastAsia="lt-LT" w:bidi="lo-LA"/>
              </w:rPr>
              <w:t xml:space="preserve">= </w:t>
            </w:r>
            <w:r w:rsidR="007C2FC1" w:rsidRPr="003C29E5">
              <w:rPr>
                <w:color w:val="auto"/>
                <w:lang w:eastAsia="lt-LT" w:bidi="lo-LA"/>
              </w:rPr>
              <w:t>k</w:t>
            </w:r>
            <w:r w:rsidR="007C2FC1" w:rsidRPr="003C29E5">
              <w:rPr>
                <w:color w:val="auto"/>
                <w:kern w:val="24"/>
                <w:vertAlign w:val="subscript"/>
                <w:lang w:eastAsia="lt-LT"/>
              </w:rPr>
              <w:t>atlyg..</w:t>
            </w:r>
            <w:r w:rsidR="007C2FC1" w:rsidRPr="003C29E5">
              <w:rPr>
                <w:rFonts w:ascii="TimesLT" w:hAnsi="TimesLT" w:cs="Arial Unicode MS"/>
                <w:color w:val="auto"/>
                <w:lang w:eastAsia="lt-LT" w:bidi="lo-LA"/>
              </w:rPr>
              <w:t xml:space="preserve"> </w:t>
            </w:r>
            <w:r w:rsidRPr="003C29E5">
              <w:rPr>
                <w:rFonts w:ascii="TimesLT" w:hAnsi="TimesLT" w:cs="Arial Unicode MS"/>
                <w:color w:val="auto"/>
                <w:lang w:eastAsia="lt-LT" w:bidi="lo-LA"/>
              </w:rPr>
              <w:t>x</w:t>
            </w:r>
            <w:r w:rsidR="002C46A3" w:rsidRPr="003C29E5">
              <w:rPr>
                <w:rFonts w:ascii="TimesLT" w:hAnsi="TimesLT" w:cs="Arial Unicode MS"/>
                <w:color w:val="auto"/>
                <w:lang w:eastAsia="lt-LT" w:bidi="lo-LA"/>
              </w:rPr>
              <w:t xml:space="preserve"> </w:t>
            </w:r>
            <w:r w:rsidRPr="003C29E5">
              <w:rPr>
                <w:rFonts w:ascii="TimesLT" w:hAnsi="TimesLT" w:cs="Arial Unicode MS"/>
                <w:color w:val="auto"/>
                <w:lang w:eastAsia="lt-LT" w:bidi="lo-LA"/>
              </w:rPr>
              <w:t>BD</w:t>
            </w:r>
            <w:r w:rsidR="002C46A3" w:rsidRPr="003C29E5">
              <w:rPr>
                <w:rFonts w:ascii="TimesLT" w:hAnsi="TimesLT" w:cs="Arial Unicode MS"/>
                <w:color w:val="auto"/>
                <w:lang w:eastAsia="lt-LT" w:bidi="lo-LA"/>
              </w:rPr>
              <w:t xml:space="preserve"> x</w:t>
            </w:r>
            <w:r w:rsidR="007C2FC1" w:rsidRPr="003C29E5">
              <w:rPr>
                <w:color w:val="auto"/>
                <w:kern w:val="24"/>
                <w:lang w:eastAsia="lt-LT"/>
              </w:rPr>
              <w:t xml:space="preserve"> </w:t>
            </w:r>
            <w:r w:rsidR="007C2FC1" w:rsidRPr="003C29E5">
              <w:rPr>
                <w:color w:val="auto"/>
                <w:lang w:eastAsia="lt-LT"/>
              </w:rPr>
              <w:t>k</w:t>
            </w:r>
            <w:r w:rsidR="007C2FC1" w:rsidRPr="003C29E5">
              <w:rPr>
                <w:color w:val="auto"/>
                <w:vertAlign w:val="subscript"/>
                <w:lang w:eastAsia="lt-LT"/>
              </w:rPr>
              <w:t>soc</w:t>
            </w:r>
            <w:r w:rsidR="007C2FC1" w:rsidRPr="003C29E5">
              <w:rPr>
                <w:color w:val="auto"/>
                <w:lang w:eastAsia="lt-LT"/>
              </w:rPr>
              <w:t>,</w:t>
            </w:r>
            <w:r w:rsidR="007C2FC1" w:rsidRPr="003C29E5">
              <w:rPr>
                <w:color w:val="auto"/>
                <w:kern w:val="24"/>
                <w:lang w:eastAsia="lt-LT"/>
              </w:rPr>
              <w:t>.</w:t>
            </w:r>
            <w:r w:rsidR="007C2FC1" w:rsidRPr="003C29E5">
              <w:rPr>
                <w:rFonts w:ascii="TimesLT" w:hAnsi="TimesLT" w:cs="Arial Unicode MS"/>
                <w:color w:val="auto"/>
                <w:lang w:eastAsia="lt-LT" w:bidi="lo-LA"/>
              </w:rPr>
              <w:t>/</w:t>
            </w:r>
            <w:r w:rsidR="00335ACA" w:rsidRPr="003C29E5">
              <w:rPr>
                <w:rFonts w:ascii="TimesLT" w:hAnsi="TimesLT" w:cs="Arial Unicode MS"/>
                <w:color w:val="auto"/>
                <w:lang w:eastAsia="lt-LT" w:bidi="lo-LA"/>
              </w:rPr>
              <w:t>20</w:t>
            </w:r>
          </w:p>
          <w:p w14:paraId="386A1180" w14:textId="77777777" w:rsidR="007C2FC1" w:rsidRPr="003C29E5" w:rsidRDefault="00CB3153" w:rsidP="006F5EAF">
            <w:pPr>
              <w:rPr>
                <w:rFonts w:ascii="TimesLT" w:hAnsi="TimesLT" w:cs="Arial Unicode MS"/>
                <w:color w:val="auto"/>
                <w:lang w:eastAsia="lt-LT" w:bidi="lo-LA"/>
              </w:rPr>
            </w:pPr>
            <w:r w:rsidRPr="003C29E5">
              <w:rPr>
                <w:rFonts w:ascii="TimesLT" w:hAnsi="TimesLT" w:cs="Arial Unicode MS"/>
                <w:color w:val="auto"/>
                <w:lang w:eastAsia="lt-LT" w:bidi="lo-LA"/>
              </w:rPr>
              <w:t>M</w:t>
            </w:r>
            <w:r w:rsidR="00335ACA" w:rsidRPr="003C29E5">
              <w:rPr>
                <w:rFonts w:ascii="TimesLT" w:hAnsi="TimesLT" w:cs="Arial Unicode MS"/>
                <w:color w:val="auto"/>
                <w:lang w:eastAsia="lt-LT" w:bidi="lo-LA"/>
              </w:rPr>
              <w:t xml:space="preserve"> </w:t>
            </w:r>
            <w:r w:rsidR="00915648" w:rsidRPr="003C29E5">
              <w:rPr>
                <w:rFonts w:ascii="TimesLT" w:hAnsi="TimesLT" w:cs="Arial Unicode MS"/>
                <w:color w:val="auto"/>
                <w:lang w:eastAsia="lt-LT" w:bidi="lo-LA"/>
              </w:rPr>
              <w:t>–</w:t>
            </w:r>
            <w:r w:rsidR="00335ACA" w:rsidRPr="003C29E5">
              <w:rPr>
                <w:rFonts w:ascii="TimesLT" w:hAnsi="TimesLT" w:cs="Arial Unicode MS"/>
                <w:color w:val="auto"/>
                <w:lang w:eastAsia="lt-LT" w:bidi="lo-LA"/>
              </w:rPr>
              <w:t xml:space="preserve"> </w:t>
            </w:r>
            <w:r w:rsidRPr="003C29E5">
              <w:rPr>
                <w:rFonts w:ascii="TimesLT" w:hAnsi="TimesLT" w:cs="Arial Unicode MS"/>
                <w:color w:val="auto"/>
                <w:lang w:eastAsia="lt-LT" w:bidi="lo-LA"/>
              </w:rPr>
              <w:t>mokestis,</w:t>
            </w:r>
          </w:p>
          <w:p w14:paraId="582E2DEC" w14:textId="77777777" w:rsidR="00CB3153" w:rsidRPr="003C29E5" w:rsidRDefault="00CB3153" w:rsidP="006F5EAF">
            <w:pPr>
              <w:rPr>
                <w:rFonts w:ascii="TimesLT" w:hAnsi="TimesLT" w:cs="Arial Unicode MS"/>
                <w:color w:val="auto"/>
                <w:lang w:eastAsia="lt-LT" w:bidi="lo-LA"/>
              </w:rPr>
            </w:pPr>
            <w:r w:rsidRPr="003C29E5">
              <w:rPr>
                <w:color w:val="auto"/>
                <w:lang w:eastAsia="lt-LT" w:bidi="lo-LA"/>
              </w:rPr>
              <w:t>k</w:t>
            </w:r>
            <w:r w:rsidRPr="003C29E5">
              <w:rPr>
                <w:color w:val="auto"/>
                <w:kern w:val="24"/>
                <w:vertAlign w:val="subscript"/>
                <w:lang w:eastAsia="lt-LT"/>
              </w:rPr>
              <w:t>atlyg</w:t>
            </w:r>
            <w:r w:rsidR="00B004EE" w:rsidRPr="003C29E5">
              <w:rPr>
                <w:color w:val="auto"/>
                <w:kern w:val="24"/>
                <w:vertAlign w:val="subscript"/>
                <w:lang w:eastAsia="lt-LT"/>
              </w:rPr>
              <w:t xml:space="preserve"> </w:t>
            </w:r>
            <w:r w:rsidR="00B004EE" w:rsidRPr="003C29E5">
              <w:rPr>
                <w:rFonts w:ascii="TimesLT" w:hAnsi="TimesLT" w:cs="Arial Unicode MS"/>
                <w:color w:val="auto"/>
                <w:lang w:eastAsia="lt-LT" w:bidi="lo-LA"/>
              </w:rPr>
              <w:t>–</w:t>
            </w:r>
            <w:r w:rsidRPr="003C29E5">
              <w:rPr>
                <w:rFonts w:ascii="TimesLT" w:hAnsi="TimesLT" w:cs="Arial Unicode MS"/>
                <w:color w:val="auto"/>
                <w:lang w:eastAsia="lt-LT" w:bidi="lo-LA"/>
              </w:rPr>
              <w:t xml:space="preserve"> minimalus atlyginimo koeficientas,</w:t>
            </w:r>
          </w:p>
          <w:p w14:paraId="7EA48914" w14:textId="77777777" w:rsidR="00CB3153" w:rsidRPr="003C29E5" w:rsidRDefault="00CB3153" w:rsidP="006F5EAF">
            <w:pPr>
              <w:rPr>
                <w:rFonts w:ascii="TimesLT" w:hAnsi="TimesLT" w:cs="Arial Unicode MS"/>
                <w:color w:val="auto"/>
                <w:lang w:eastAsia="lt-LT" w:bidi="lo-LA"/>
              </w:rPr>
            </w:pPr>
            <w:r w:rsidRPr="003C29E5">
              <w:rPr>
                <w:rFonts w:ascii="TimesLT" w:hAnsi="TimesLT" w:cs="Arial Unicode MS"/>
                <w:color w:val="auto"/>
                <w:lang w:eastAsia="lt-LT" w:bidi="lo-LA"/>
              </w:rPr>
              <w:t>BD</w:t>
            </w:r>
            <w:r w:rsidR="00915648" w:rsidRPr="003C29E5">
              <w:rPr>
                <w:rFonts w:ascii="TimesLT" w:hAnsi="TimesLT" w:cs="Arial Unicode MS"/>
                <w:color w:val="auto"/>
                <w:lang w:eastAsia="lt-LT" w:bidi="lo-LA"/>
              </w:rPr>
              <w:t xml:space="preserve"> – </w:t>
            </w:r>
            <w:r w:rsidRPr="003C29E5">
              <w:rPr>
                <w:rFonts w:ascii="TimesLT" w:hAnsi="TimesLT" w:cs="Arial Unicode MS"/>
                <w:color w:val="auto"/>
                <w:lang w:eastAsia="lt-LT" w:bidi="lo-LA"/>
              </w:rPr>
              <w:t>bazinis dydis,</w:t>
            </w:r>
          </w:p>
          <w:p w14:paraId="092BB603" w14:textId="77777777" w:rsidR="00335ACA" w:rsidRPr="003C29E5" w:rsidRDefault="00CB3153" w:rsidP="006F5EAF">
            <w:pPr>
              <w:rPr>
                <w:rFonts w:ascii="TimesLT" w:hAnsi="TimesLT" w:cs="Arial Unicode MS"/>
                <w:color w:val="auto"/>
                <w:lang w:eastAsia="lt-LT" w:bidi="lo-LA"/>
              </w:rPr>
            </w:pPr>
            <w:r w:rsidRPr="003C29E5">
              <w:rPr>
                <w:color w:val="auto"/>
                <w:lang w:eastAsia="lt-LT"/>
              </w:rPr>
              <w:t>k</w:t>
            </w:r>
            <w:r w:rsidRPr="003C29E5">
              <w:rPr>
                <w:color w:val="auto"/>
                <w:vertAlign w:val="subscript"/>
                <w:lang w:eastAsia="lt-LT"/>
              </w:rPr>
              <w:t>soc</w:t>
            </w:r>
            <w:r w:rsidR="00B004EE" w:rsidRPr="003C29E5">
              <w:rPr>
                <w:color w:val="auto"/>
                <w:vertAlign w:val="subscript"/>
                <w:lang w:eastAsia="lt-LT"/>
              </w:rPr>
              <w:t xml:space="preserve"> </w:t>
            </w:r>
            <w:r w:rsidR="00B004EE" w:rsidRPr="003C29E5">
              <w:rPr>
                <w:rFonts w:ascii="TimesLT" w:hAnsi="TimesLT" w:cs="Arial Unicode MS"/>
                <w:color w:val="auto"/>
                <w:lang w:eastAsia="lt-LT" w:bidi="lo-LA"/>
              </w:rPr>
              <w:t xml:space="preserve">– </w:t>
            </w:r>
            <w:r w:rsidRPr="003C29E5">
              <w:rPr>
                <w:rFonts w:ascii="TimesLT" w:hAnsi="TimesLT" w:cs="Arial Unicode MS"/>
                <w:color w:val="auto"/>
                <w:lang w:eastAsia="lt-LT" w:bidi="lo-LA"/>
              </w:rPr>
              <w:t xml:space="preserve">socialinio draudimo </w:t>
            </w:r>
            <w:r w:rsidRPr="003C29E5">
              <w:rPr>
                <w:rFonts w:ascii="TimesLT" w:hAnsi="TimesLT" w:cs="Arial Unicode MS"/>
                <w:color w:val="auto"/>
                <w:lang w:eastAsia="lt-LT" w:bidi="lo-LA"/>
              </w:rPr>
              <w:lastRenderedPageBreak/>
              <w:t>koeficientas</w:t>
            </w:r>
            <w:r w:rsidR="00335ACA" w:rsidRPr="003C29E5">
              <w:rPr>
                <w:rFonts w:ascii="TimesLT" w:hAnsi="TimesLT" w:cs="Arial Unicode MS"/>
                <w:color w:val="auto"/>
                <w:lang w:eastAsia="lt-LT" w:bidi="lo-LA"/>
              </w:rPr>
              <w:t>,</w:t>
            </w:r>
          </w:p>
          <w:p w14:paraId="6CF23A5F" w14:textId="77777777" w:rsidR="00CB3153" w:rsidRPr="003C29E5" w:rsidRDefault="00335ACA" w:rsidP="006F5EAF">
            <w:pPr>
              <w:rPr>
                <w:rFonts w:ascii="TimesLT" w:hAnsi="TimesLT" w:cs="Arial Unicode MS"/>
                <w:color w:val="auto"/>
                <w:lang w:eastAsia="lt-LT" w:bidi="lo-LA"/>
              </w:rPr>
            </w:pPr>
            <w:r w:rsidRPr="003C29E5">
              <w:rPr>
                <w:rFonts w:ascii="TimesLT" w:hAnsi="TimesLT" w:cs="Arial Unicode MS"/>
                <w:color w:val="auto"/>
                <w:lang w:eastAsia="lt-LT" w:bidi="lo-LA"/>
              </w:rPr>
              <w:t>20 – bazinis grupės dydis (vaikų skaičius)</w:t>
            </w:r>
          </w:p>
        </w:tc>
      </w:tr>
      <w:tr w:rsidR="00CB3153" w:rsidRPr="003C29E5" w14:paraId="65DE2231" w14:textId="77777777" w:rsidTr="00CB3153">
        <w:tc>
          <w:tcPr>
            <w:tcW w:w="2166" w:type="dxa"/>
            <w:tcBorders>
              <w:top w:val="single" w:sz="4" w:space="0" w:color="auto"/>
              <w:left w:val="single" w:sz="4" w:space="0" w:color="auto"/>
              <w:bottom w:val="single" w:sz="4" w:space="0" w:color="auto"/>
              <w:right w:val="single" w:sz="4" w:space="0" w:color="auto"/>
            </w:tcBorders>
            <w:hideMark/>
          </w:tcPr>
          <w:p w14:paraId="24722EBE" w14:textId="77777777" w:rsidR="006F5EAF" w:rsidRPr="003C29E5" w:rsidRDefault="006F5EAF" w:rsidP="00CB3153">
            <w:pPr>
              <w:rPr>
                <w:rFonts w:ascii="TimesLT" w:hAnsi="TimesLT" w:cs="Arial Unicode MS"/>
                <w:color w:val="auto"/>
                <w:lang w:eastAsia="lt-LT" w:bidi="lo-LA"/>
              </w:rPr>
            </w:pPr>
            <w:r w:rsidRPr="003C29E5">
              <w:rPr>
                <w:rFonts w:ascii="TimesLT" w:hAnsi="TimesLT" w:cs="Arial Unicode MS"/>
                <w:color w:val="auto"/>
                <w:lang w:eastAsia="lt-LT" w:bidi="lo-LA"/>
              </w:rPr>
              <w:lastRenderedPageBreak/>
              <w:t xml:space="preserve">5.4. Specialiojo ugdymo grupės </w:t>
            </w:r>
          </w:p>
        </w:tc>
        <w:tc>
          <w:tcPr>
            <w:tcW w:w="1110" w:type="dxa"/>
            <w:tcBorders>
              <w:top w:val="single" w:sz="4" w:space="0" w:color="auto"/>
              <w:left w:val="single" w:sz="4" w:space="0" w:color="auto"/>
              <w:bottom w:val="single" w:sz="4" w:space="0" w:color="auto"/>
              <w:right w:val="single" w:sz="4" w:space="0" w:color="auto"/>
            </w:tcBorders>
          </w:tcPr>
          <w:p w14:paraId="4B77FE99"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0,84</w:t>
            </w:r>
          </w:p>
          <w:p w14:paraId="556F09AC" w14:textId="77777777" w:rsidR="006F5EAF" w:rsidRPr="003C29E5" w:rsidRDefault="006F5EAF" w:rsidP="006F5EAF">
            <w:pPr>
              <w:jc w:val="center"/>
              <w:rPr>
                <w:rFonts w:ascii="TimesLT" w:hAnsi="TimesLT" w:cs="Arial Unicode MS"/>
                <w:strike/>
                <w:color w:val="auto"/>
                <w:lang w:eastAsia="lt-LT" w:bidi="lo-LA"/>
              </w:rPr>
            </w:pPr>
          </w:p>
        </w:tc>
        <w:tc>
          <w:tcPr>
            <w:tcW w:w="803" w:type="dxa"/>
            <w:tcBorders>
              <w:top w:val="single" w:sz="4" w:space="0" w:color="auto"/>
              <w:left w:val="single" w:sz="4" w:space="0" w:color="auto"/>
              <w:bottom w:val="single" w:sz="4" w:space="0" w:color="auto"/>
              <w:right w:val="single" w:sz="4" w:space="0" w:color="auto"/>
            </w:tcBorders>
          </w:tcPr>
          <w:p w14:paraId="1FD30060"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1,26</w:t>
            </w:r>
          </w:p>
          <w:p w14:paraId="7CC22422" w14:textId="77777777" w:rsidR="006F5EAF" w:rsidRPr="003C29E5" w:rsidRDefault="006F5EAF" w:rsidP="006F5EAF">
            <w:pPr>
              <w:jc w:val="center"/>
              <w:rPr>
                <w:rFonts w:ascii="TimesLT" w:hAnsi="TimesLT" w:cs="Arial Unicode MS"/>
                <w:strike/>
                <w:color w:val="auto"/>
                <w:lang w:eastAsia="lt-LT" w:bidi="lo-LA"/>
              </w:rPr>
            </w:pPr>
          </w:p>
        </w:tc>
        <w:tc>
          <w:tcPr>
            <w:tcW w:w="1229" w:type="dxa"/>
            <w:tcBorders>
              <w:top w:val="single" w:sz="4" w:space="0" w:color="auto"/>
              <w:left w:val="single" w:sz="4" w:space="0" w:color="auto"/>
              <w:bottom w:val="single" w:sz="4" w:space="0" w:color="auto"/>
              <w:right w:val="single" w:sz="4" w:space="0" w:color="auto"/>
            </w:tcBorders>
          </w:tcPr>
          <w:p w14:paraId="3EF13492"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0,70</w:t>
            </w:r>
          </w:p>
          <w:p w14:paraId="467AA792" w14:textId="77777777" w:rsidR="006F5EAF" w:rsidRPr="003C29E5" w:rsidRDefault="006F5EAF" w:rsidP="006F5EAF">
            <w:pPr>
              <w:jc w:val="center"/>
              <w:rPr>
                <w:rFonts w:ascii="TimesLT" w:hAnsi="TimesLT" w:cs="Arial Unicode MS"/>
                <w:strike/>
                <w:color w:val="auto"/>
                <w:lang w:eastAsia="lt-LT" w:bidi="lo-LA"/>
              </w:rPr>
            </w:pPr>
          </w:p>
        </w:tc>
        <w:tc>
          <w:tcPr>
            <w:tcW w:w="1037" w:type="dxa"/>
            <w:tcBorders>
              <w:top w:val="single" w:sz="4" w:space="0" w:color="auto"/>
              <w:left w:val="single" w:sz="4" w:space="0" w:color="auto"/>
              <w:bottom w:val="single" w:sz="4" w:space="0" w:color="auto"/>
              <w:right w:val="single" w:sz="4" w:space="0" w:color="auto"/>
            </w:tcBorders>
          </w:tcPr>
          <w:p w14:paraId="6A7B6068"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2,80</w:t>
            </w:r>
          </w:p>
        </w:tc>
        <w:tc>
          <w:tcPr>
            <w:tcW w:w="993" w:type="dxa"/>
            <w:tcBorders>
              <w:top w:val="single" w:sz="4" w:space="0" w:color="auto"/>
              <w:left w:val="single" w:sz="4" w:space="0" w:color="auto"/>
              <w:bottom w:val="single" w:sz="4" w:space="0" w:color="auto"/>
              <w:right w:val="single" w:sz="4" w:space="0" w:color="auto"/>
            </w:tcBorders>
          </w:tcPr>
          <w:p w14:paraId="1A2E63DB"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15,0</w:t>
            </w:r>
          </w:p>
        </w:tc>
        <w:tc>
          <w:tcPr>
            <w:tcW w:w="2409" w:type="dxa"/>
            <w:tcBorders>
              <w:top w:val="single" w:sz="4" w:space="0" w:color="auto"/>
              <w:left w:val="single" w:sz="4" w:space="0" w:color="auto"/>
              <w:bottom w:val="single" w:sz="4" w:space="0" w:color="auto"/>
              <w:right w:val="single" w:sz="4" w:space="0" w:color="auto"/>
            </w:tcBorders>
            <w:hideMark/>
          </w:tcPr>
          <w:p w14:paraId="00B97585"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x</w:t>
            </w:r>
          </w:p>
        </w:tc>
      </w:tr>
      <w:tr w:rsidR="007C2FC1" w:rsidRPr="003C29E5" w14:paraId="7758CC27" w14:textId="77777777" w:rsidTr="00CB3153">
        <w:tc>
          <w:tcPr>
            <w:tcW w:w="7338" w:type="dxa"/>
            <w:gridSpan w:val="6"/>
            <w:tcBorders>
              <w:top w:val="single" w:sz="4" w:space="0" w:color="auto"/>
              <w:left w:val="single" w:sz="4" w:space="0" w:color="auto"/>
              <w:bottom w:val="single" w:sz="4" w:space="0" w:color="auto"/>
              <w:right w:val="single" w:sz="4" w:space="0" w:color="auto"/>
            </w:tcBorders>
            <w:hideMark/>
          </w:tcPr>
          <w:p w14:paraId="15D29875" w14:textId="77777777" w:rsidR="006F5EAF" w:rsidRPr="003C29E5" w:rsidRDefault="006F5EAF" w:rsidP="006F5EAF">
            <w:pPr>
              <w:rPr>
                <w:rFonts w:ascii="TimesLT" w:hAnsi="TimesLT" w:cs="Arial Unicode MS"/>
                <w:color w:val="auto"/>
                <w:lang w:eastAsia="lt-LT" w:bidi="lo-LA"/>
              </w:rPr>
            </w:pPr>
            <w:r w:rsidRPr="003C29E5">
              <w:rPr>
                <w:rFonts w:ascii="TimesLT" w:hAnsi="TimesLT" w:cs="Arial Unicode MS"/>
                <w:color w:val="auto"/>
                <w:lang w:eastAsia="lt-LT" w:bidi="lo-LA"/>
              </w:rPr>
              <w:t>5.5. Vaikams, kurie lanko ikimokyklinio ugdymo grupes 4 valandas per dieną, kai grupių veiklos trukmė per dieną ne trumpesnė kaip 9 val.</w:t>
            </w:r>
          </w:p>
        </w:tc>
        <w:tc>
          <w:tcPr>
            <w:tcW w:w="2409" w:type="dxa"/>
            <w:tcBorders>
              <w:top w:val="single" w:sz="4" w:space="0" w:color="auto"/>
              <w:left w:val="single" w:sz="4" w:space="0" w:color="auto"/>
              <w:bottom w:val="single" w:sz="4" w:space="0" w:color="auto"/>
              <w:right w:val="single" w:sz="4" w:space="0" w:color="auto"/>
            </w:tcBorders>
            <w:hideMark/>
          </w:tcPr>
          <w:p w14:paraId="4B2F7999" w14:textId="77777777" w:rsidR="006F5EAF" w:rsidRPr="003C29E5" w:rsidRDefault="006F5EAF" w:rsidP="006F5EAF">
            <w:pPr>
              <w:jc w:val="center"/>
              <w:rPr>
                <w:rFonts w:ascii="TimesLT" w:hAnsi="TimesLT" w:cs="Arial Unicode MS"/>
                <w:color w:val="auto"/>
                <w:lang w:eastAsia="lt-LT" w:bidi="lo-LA"/>
              </w:rPr>
            </w:pPr>
            <w:r w:rsidRPr="003C29E5">
              <w:rPr>
                <w:rFonts w:ascii="TimesLT" w:hAnsi="TimesLT" w:cs="Arial Unicode MS"/>
                <w:color w:val="auto"/>
                <w:lang w:eastAsia="lt-LT" w:bidi="lo-LA"/>
              </w:rPr>
              <w:t>7,50</w:t>
            </w:r>
          </w:p>
        </w:tc>
      </w:tr>
    </w:tbl>
    <w:p w14:paraId="249CF1C0" w14:textId="77777777" w:rsidR="00B41D15" w:rsidRPr="003C29E5" w:rsidRDefault="00B41D15" w:rsidP="00B41D15">
      <w:pPr>
        <w:ind w:firstLine="1247"/>
        <w:jc w:val="both"/>
        <w:rPr>
          <w:rFonts w:cs="Arial Unicode MS"/>
          <w:bCs/>
          <w:color w:val="auto"/>
          <w:lang w:eastAsia="lt-LT" w:bidi="lo-LA"/>
        </w:rPr>
      </w:pPr>
      <w:r w:rsidRPr="003C29E5">
        <w:rPr>
          <w:rFonts w:cs="Arial Unicode MS"/>
          <w:bCs/>
          <w:color w:val="auto"/>
          <w:lang w:eastAsia="lt-LT" w:bidi="lo-LA"/>
        </w:rPr>
        <w:t>6. Mokesčio dalis kitoms išlaidoms</w:t>
      </w:r>
      <w:r w:rsidR="006D45A0" w:rsidRPr="003C29E5">
        <w:rPr>
          <w:rFonts w:cs="Arial Unicode MS"/>
          <w:bCs/>
          <w:color w:val="auto"/>
          <w:lang w:eastAsia="lt-LT" w:bidi="lo-LA"/>
        </w:rPr>
        <w:t xml:space="preserve"> ir už vaikų dienos priežiūrą</w:t>
      </w:r>
      <w:r w:rsidRPr="003C29E5">
        <w:rPr>
          <w:rFonts w:cs="Arial Unicode MS"/>
          <w:bCs/>
          <w:color w:val="auto"/>
          <w:lang w:eastAsia="lt-LT" w:bidi="lo-LA"/>
        </w:rPr>
        <w:t xml:space="preserve"> mokama nepriklausomai nuo lankytų dienų skaičiaus per mėnesį.</w:t>
      </w:r>
    </w:p>
    <w:p w14:paraId="33F316B6" w14:textId="77777777" w:rsidR="00B41D15" w:rsidRPr="003C29E5" w:rsidRDefault="00B41D15" w:rsidP="00B41D15">
      <w:pPr>
        <w:ind w:firstLine="1247"/>
        <w:jc w:val="both"/>
        <w:rPr>
          <w:rFonts w:cs="Arial Unicode MS"/>
          <w:bCs/>
          <w:strike/>
          <w:color w:val="auto"/>
          <w:lang w:eastAsia="lt-LT" w:bidi="lo-LA"/>
        </w:rPr>
      </w:pPr>
      <w:r w:rsidRPr="003C29E5">
        <w:rPr>
          <w:rFonts w:cs="Arial Unicode MS"/>
          <w:bCs/>
          <w:color w:val="auto"/>
          <w:lang w:eastAsia="lt-LT" w:bidi="lo-LA"/>
        </w:rPr>
        <w:t>7. Mokesčio dalis už vaikų maitinimą skaičiuojama už lankytas dienas.</w:t>
      </w:r>
    </w:p>
    <w:p w14:paraId="0FBB144B" w14:textId="77777777" w:rsidR="00B41D15" w:rsidRPr="003C29E5" w:rsidRDefault="00B41D15" w:rsidP="00B41D15">
      <w:pPr>
        <w:ind w:firstLine="1247"/>
        <w:jc w:val="both"/>
        <w:rPr>
          <w:rFonts w:cs="Arial Unicode MS"/>
          <w:color w:val="auto"/>
          <w:lang w:eastAsia="lt-LT" w:bidi="lo-LA"/>
        </w:rPr>
      </w:pPr>
      <w:r w:rsidRPr="003C29E5">
        <w:rPr>
          <w:rFonts w:cs="Arial Unicode MS"/>
          <w:color w:val="auto"/>
          <w:lang w:eastAsia="lt-LT" w:bidi="lo-LA"/>
        </w:rPr>
        <w:t>8. Mokesčio už vaikų išlaikymą tėvai (globėjai) nemoka:</w:t>
      </w:r>
    </w:p>
    <w:p w14:paraId="1706425D" w14:textId="77777777" w:rsidR="007751BA" w:rsidRPr="003C29E5" w:rsidRDefault="00B41D15" w:rsidP="007751BA">
      <w:pPr>
        <w:ind w:firstLine="1247"/>
        <w:jc w:val="both"/>
        <w:rPr>
          <w:color w:val="auto"/>
          <w:lang w:eastAsia="lt-LT"/>
        </w:rPr>
      </w:pPr>
      <w:r w:rsidRPr="003C29E5">
        <w:rPr>
          <w:rFonts w:cs="Arial Unicode MS"/>
          <w:color w:val="auto"/>
          <w:lang w:eastAsia="lt-LT" w:bidi="lo-LA"/>
        </w:rPr>
        <w:t xml:space="preserve">8.1. </w:t>
      </w:r>
      <w:r w:rsidR="007751BA" w:rsidRPr="003C29E5">
        <w:rPr>
          <w:rFonts w:cs="Arial Unicode MS"/>
          <w:color w:val="auto"/>
          <w:lang w:eastAsia="lt-LT" w:bidi="lo-LA"/>
        </w:rPr>
        <w:t xml:space="preserve">kai vaikai lanko </w:t>
      </w:r>
      <w:r w:rsidR="007751BA" w:rsidRPr="003C29E5">
        <w:rPr>
          <w:color w:val="auto"/>
          <w:lang w:eastAsia="lt-LT"/>
        </w:rPr>
        <w:t>priešmokyklinio ugdymo grupę mokyklose 4</w:t>
      </w:r>
      <w:r w:rsidR="007751BA" w:rsidRPr="003C29E5">
        <w:rPr>
          <w:b/>
          <w:bCs/>
          <w:color w:val="auto"/>
          <w:lang w:eastAsia="lt-LT"/>
        </w:rPr>
        <w:t xml:space="preserve"> </w:t>
      </w:r>
      <w:r w:rsidR="007751BA" w:rsidRPr="003C29E5">
        <w:rPr>
          <w:color w:val="auto"/>
          <w:lang w:eastAsia="lt-LT"/>
        </w:rPr>
        <w:t>valandas per dieną</w:t>
      </w:r>
      <w:r w:rsidR="00BC28C2" w:rsidRPr="003C29E5">
        <w:rPr>
          <w:color w:val="auto"/>
          <w:lang w:eastAsia="lt-LT"/>
        </w:rPr>
        <w:t xml:space="preserve"> iki ugdymo programos pabaigos</w:t>
      </w:r>
      <w:r w:rsidR="007751BA" w:rsidRPr="003C29E5">
        <w:rPr>
          <w:color w:val="auto"/>
          <w:lang w:eastAsia="lt-LT"/>
        </w:rPr>
        <w:t>;</w:t>
      </w:r>
    </w:p>
    <w:p w14:paraId="662C9757" w14:textId="77777777" w:rsidR="00B41D15" w:rsidRPr="003C29E5" w:rsidRDefault="00B41D15" w:rsidP="00B41D15">
      <w:pPr>
        <w:ind w:firstLine="1247"/>
        <w:jc w:val="both"/>
        <w:rPr>
          <w:rFonts w:ascii="TimesLT" w:hAnsi="TimesLT" w:cs="Arial Unicode MS"/>
          <w:iCs/>
          <w:color w:val="auto"/>
          <w:lang w:eastAsia="lt-LT" w:bidi="lo-LA"/>
        </w:rPr>
      </w:pPr>
      <w:r w:rsidRPr="003C29E5">
        <w:rPr>
          <w:rFonts w:ascii="TimesLT" w:hAnsi="TimesLT" w:cs="Arial Unicode MS"/>
          <w:color w:val="auto"/>
          <w:lang w:eastAsia="lt-LT" w:bidi="lo-LA"/>
        </w:rPr>
        <w:t xml:space="preserve">8.2. </w:t>
      </w:r>
      <w:r w:rsidRPr="003C29E5">
        <w:rPr>
          <w:rFonts w:ascii="TimesLT" w:hAnsi="TimesLT" w:cs="Arial Unicode MS"/>
          <w:iCs/>
          <w:color w:val="auto"/>
          <w:lang w:eastAsia="lt-LT" w:bidi="lo-LA"/>
        </w:rPr>
        <w:t>kai vaikai nelanko mokyklos:</w:t>
      </w:r>
    </w:p>
    <w:p w14:paraId="57B6CF3A" w14:textId="77777777" w:rsidR="00CB085C" w:rsidRPr="003C29E5" w:rsidRDefault="00B41D15" w:rsidP="006F5EAF">
      <w:pPr>
        <w:ind w:firstLine="1247"/>
        <w:jc w:val="both"/>
        <w:rPr>
          <w:rFonts w:ascii="TimesLT" w:hAnsi="TimesLT" w:cs="Arial Unicode MS"/>
          <w:iCs/>
          <w:color w:val="auto"/>
          <w:lang w:eastAsia="lt-LT" w:bidi="lo-LA"/>
        </w:rPr>
      </w:pPr>
      <w:r w:rsidRPr="003C29E5">
        <w:rPr>
          <w:rFonts w:ascii="TimesLT" w:hAnsi="TimesLT" w:cs="Arial Unicode MS"/>
          <w:iCs/>
          <w:color w:val="auto"/>
          <w:lang w:eastAsia="lt-LT" w:bidi="lo-LA"/>
        </w:rPr>
        <w:t xml:space="preserve">8.2.1. </w:t>
      </w:r>
      <w:r w:rsidR="00CB085C" w:rsidRPr="003C29E5">
        <w:rPr>
          <w:color w:val="auto"/>
        </w:rPr>
        <w:t>vasaros laikotarpiu, išskyrus mėnesius, nurodytus tėvų (globėjų, įtėvių) prašymuose dėl mokyklos lankymo vasaros metu</w:t>
      </w:r>
      <w:r w:rsidRPr="003C29E5">
        <w:rPr>
          <w:rFonts w:ascii="TimesLT" w:hAnsi="TimesLT" w:cs="Arial Unicode MS"/>
          <w:iCs/>
          <w:color w:val="auto"/>
          <w:lang w:eastAsia="lt-LT" w:bidi="lo-LA"/>
        </w:rPr>
        <w:t>;</w:t>
      </w:r>
    </w:p>
    <w:p w14:paraId="1B38D01F" w14:textId="77777777" w:rsidR="00B41D15" w:rsidRPr="003C29E5" w:rsidRDefault="00B41D15" w:rsidP="00B41D15">
      <w:pPr>
        <w:ind w:firstLine="1247"/>
        <w:jc w:val="both"/>
        <w:rPr>
          <w:rFonts w:ascii="TimesLT" w:hAnsi="TimesLT" w:cs="Arial Unicode MS"/>
          <w:bCs/>
          <w:iCs/>
          <w:color w:val="auto"/>
          <w:lang w:eastAsia="lt-LT" w:bidi="lo-LA"/>
        </w:rPr>
      </w:pPr>
      <w:r w:rsidRPr="003C29E5">
        <w:rPr>
          <w:rFonts w:ascii="TimesLT" w:hAnsi="TimesLT" w:cs="Arial Unicode MS"/>
          <w:bCs/>
          <w:iCs/>
          <w:color w:val="auto"/>
          <w:lang w:eastAsia="lt-LT" w:bidi="lo-LA"/>
        </w:rPr>
        <w:t>8.2.2. jeigu įstaigoje nevykdomas arba apribojamas ugdymo procesas arba vaikų ugdymas organizuojamas nuotoliniu būdu dėl Lietuvos Respublikos Vyriausybės šalyje paskelbtos ekstremalios situacijos ar karantino;</w:t>
      </w:r>
    </w:p>
    <w:p w14:paraId="6D94E5E3" w14:textId="77777777" w:rsidR="00043E14" w:rsidRPr="003C29E5" w:rsidRDefault="00B41D15" w:rsidP="00043E14">
      <w:pPr>
        <w:ind w:firstLine="1247"/>
        <w:jc w:val="both"/>
        <w:rPr>
          <w:bCs/>
          <w:color w:val="auto"/>
          <w:lang w:eastAsia="lt-LT"/>
        </w:rPr>
      </w:pPr>
      <w:r w:rsidRPr="003C29E5">
        <w:rPr>
          <w:bCs/>
          <w:color w:val="auto"/>
          <w:lang w:eastAsia="lt-LT" w:bidi="lo-LA"/>
        </w:rPr>
        <w:t>8.3.</w:t>
      </w:r>
      <w:r w:rsidRPr="003C29E5">
        <w:rPr>
          <w:bCs/>
          <w:color w:val="auto"/>
          <w:lang w:eastAsia="lt-LT"/>
        </w:rPr>
        <w:t xml:space="preserve"> kai vaikams skirtas privalomas ikimokyklinis ugdymas.</w:t>
      </w:r>
    </w:p>
    <w:p w14:paraId="04443140" w14:textId="77777777" w:rsidR="00043E14" w:rsidRPr="003C29E5" w:rsidRDefault="007B4C2F" w:rsidP="00B41D15">
      <w:pPr>
        <w:ind w:firstLine="1247"/>
        <w:jc w:val="both"/>
        <w:rPr>
          <w:b/>
          <w:color w:val="auto"/>
          <w:lang w:eastAsia="lt-LT"/>
        </w:rPr>
      </w:pPr>
      <w:r w:rsidRPr="003C29E5">
        <w:rPr>
          <w:bCs/>
          <w:color w:val="auto"/>
          <w:lang w:eastAsia="lt-LT"/>
        </w:rPr>
        <w:t xml:space="preserve">9. </w:t>
      </w:r>
      <w:r w:rsidR="004D739F" w:rsidRPr="003C29E5">
        <w:rPr>
          <w:bCs/>
          <w:color w:val="auto"/>
          <w:lang w:eastAsia="lt-LT"/>
        </w:rPr>
        <w:t>Mokestį už vaikų</w:t>
      </w:r>
      <w:r w:rsidR="00555E02" w:rsidRPr="003C29E5">
        <w:rPr>
          <w:bCs/>
          <w:color w:val="auto"/>
          <w:lang w:eastAsia="lt-LT"/>
        </w:rPr>
        <w:t xml:space="preserve"> dienos</w:t>
      </w:r>
      <w:r w:rsidR="004D739F" w:rsidRPr="003C29E5">
        <w:rPr>
          <w:bCs/>
          <w:color w:val="auto"/>
          <w:lang w:eastAsia="lt-LT"/>
        </w:rPr>
        <w:t xml:space="preserve"> priežiūrą</w:t>
      </w:r>
      <w:r w:rsidR="00050887" w:rsidRPr="003C29E5">
        <w:rPr>
          <w:bCs/>
          <w:color w:val="auto"/>
          <w:lang w:eastAsia="lt-LT"/>
        </w:rPr>
        <w:t>,</w:t>
      </w:r>
      <w:r w:rsidRPr="003C29E5">
        <w:rPr>
          <w:bCs/>
          <w:color w:val="auto"/>
          <w:lang w:eastAsia="lt-LT"/>
        </w:rPr>
        <w:t xml:space="preserve"> </w:t>
      </w:r>
      <w:r w:rsidR="00050887" w:rsidRPr="003C29E5">
        <w:rPr>
          <w:bCs/>
          <w:color w:val="auto"/>
          <w:lang w:eastAsia="lt-LT"/>
        </w:rPr>
        <w:t xml:space="preserve">baigus ugdymo programą, tėvai </w:t>
      </w:r>
      <w:r w:rsidR="004D739F" w:rsidRPr="003C29E5">
        <w:rPr>
          <w:bCs/>
          <w:color w:val="auto"/>
          <w:lang w:eastAsia="lt-LT"/>
        </w:rPr>
        <w:t xml:space="preserve">už </w:t>
      </w:r>
      <w:r w:rsidR="00050887" w:rsidRPr="003C29E5">
        <w:rPr>
          <w:bCs/>
          <w:color w:val="auto"/>
          <w:lang w:eastAsia="lt-LT"/>
        </w:rPr>
        <w:t xml:space="preserve">pageidaujamus </w:t>
      </w:r>
      <w:r w:rsidR="004D739F" w:rsidRPr="003C29E5">
        <w:rPr>
          <w:bCs/>
          <w:color w:val="auto"/>
          <w:lang w:eastAsia="lt-LT"/>
        </w:rPr>
        <w:t xml:space="preserve">mėnesius </w:t>
      </w:r>
      <w:r w:rsidR="00050887" w:rsidRPr="003C29E5">
        <w:rPr>
          <w:bCs/>
          <w:color w:val="auto"/>
          <w:lang w:eastAsia="lt-LT"/>
        </w:rPr>
        <w:t>(</w:t>
      </w:r>
      <w:r w:rsidR="004D739F" w:rsidRPr="003C29E5">
        <w:rPr>
          <w:bCs/>
          <w:color w:val="auto"/>
          <w:lang w:eastAsia="lt-LT"/>
        </w:rPr>
        <w:t xml:space="preserve">pagal </w:t>
      </w:r>
      <w:r w:rsidR="00BF7EE2" w:rsidRPr="003C29E5">
        <w:rPr>
          <w:bCs/>
          <w:color w:val="auto"/>
          <w:lang w:eastAsia="lt-LT"/>
        </w:rPr>
        <w:t xml:space="preserve">tėvų prašymus) </w:t>
      </w:r>
      <w:r w:rsidRPr="003C29E5">
        <w:rPr>
          <w:bCs/>
          <w:color w:val="auto"/>
          <w:lang w:eastAsia="lt-LT"/>
        </w:rPr>
        <w:t>sumoka iki gegužės 31 d</w:t>
      </w:r>
      <w:r w:rsidR="00BF7EE2" w:rsidRPr="003C29E5">
        <w:rPr>
          <w:b/>
          <w:color w:val="auto"/>
          <w:lang w:eastAsia="lt-LT"/>
        </w:rPr>
        <w:t>.</w:t>
      </w:r>
    </w:p>
    <w:p w14:paraId="47221A6C" w14:textId="77777777" w:rsidR="00B41D15" w:rsidRPr="003C29E5" w:rsidRDefault="00B41D15" w:rsidP="00B41D15">
      <w:pPr>
        <w:ind w:firstLine="1247"/>
        <w:jc w:val="both"/>
        <w:rPr>
          <w:b/>
          <w:color w:val="auto"/>
          <w:lang w:eastAsia="lt-LT" w:bidi="lo-LA"/>
        </w:rPr>
      </w:pPr>
    </w:p>
    <w:p w14:paraId="025C8797" w14:textId="77777777" w:rsidR="00B41D15" w:rsidRPr="003C29E5" w:rsidRDefault="00B41D15" w:rsidP="00B41D15">
      <w:pPr>
        <w:jc w:val="center"/>
        <w:rPr>
          <w:rFonts w:ascii="TimesLT" w:hAnsi="TimesLT" w:cs="Arial Unicode MS"/>
          <w:b/>
          <w:color w:val="auto"/>
          <w:lang w:eastAsia="lt-LT" w:bidi="lo-LA"/>
        </w:rPr>
      </w:pPr>
      <w:r w:rsidRPr="003C29E5">
        <w:rPr>
          <w:rFonts w:ascii="TimesLT" w:hAnsi="TimesLT" w:cs="Arial Unicode MS"/>
          <w:b/>
          <w:color w:val="auto"/>
          <w:lang w:eastAsia="lt-LT" w:bidi="lo-LA"/>
        </w:rPr>
        <w:t>III SKYRIUS</w:t>
      </w:r>
    </w:p>
    <w:p w14:paraId="32CA63FA" w14:textId="77777777" w:rsidR="00B41D15" w:rsidRPr="003C29E5" w:rsidRDefault="00B41D15" w:rsidP="00B41D15">
      <w:pPr>
        <w:jc w:val="center"/>
        <w:rPr>
          <w:b/>
          <w:color w:val="auto"/>
          <w:lang w:eastAsia="lt-LT" w:bidi="lo-LA"/>
        </w:rPr>
      </w:pPr>
      <w:r w:rsidRPr="003C29E5">
        <w:rPr>
          <w:rFonts w:ascii="TimesLT" w:hAnsi="TimesLT" w:cs="Arial Unicode MS"/>
          <w:b/>
          <w:color w:val="auto"/>
          <w:lang w:eastAsia="lt-LT" w:bidi="lo-LA"/>
        </w:rPr>
        <w:t>MOKESČIO UŽ VAIKŲ IŠLAIKYMĄ LENGVATŲ TAIKYMAS</w:t>
      </w:r>
      <w:r w:rsidRPr="003C29E5">
        <w:rPr>
          <w:b/>
          <w:color w:val="auto"/>
          <w:lang w:eastAsia="lt-LT" w:bidi="lo-LA"/>
        </w:rPr>
        <w:t xml:space="preserve">. PATEISINAMŲ DOKUMENTŲ LENGVATOMS TAIKYTI PRIĖMIMAS </w:t>
      </w:r>
    </w:p>
    <w:p w14:paraId="196A498A" w14:textId="77777777" w:rsidR="00B41D15" w:rsidRPr="003C29E5" w:rsidRDefault="00B41D15" w:rsidP="00B41D15">
      <w:pPr>
        <w:jc w:val="center"/>
        <w:rPr>
          <w:b/>
          <w:color w:val="auto"/>
          <w:lang w:eastAsia="lt-LT" w:bidi="lo-LA"/>
        </w:rPr>
      </w:pPr>
    </w:p>
    <w:p w14:paraId="1D93E3D7" w14:textId="77777777" w:rsidR="00B41D15" w:rsidRPr="003C29E5" w:rsidRDefault="007B4C2F" w:rsidP="00B41D15">
      <w:pPr>
        <w:ind w:firstLine="1247"/>
        <w:jc w:val="both"/>
        <w:rPr>
          <w:color w:val="auto"/>
          <w:lang w:eastAsia="lt-LT"/>
        </w:rPr>
      </w:pPr>
      <w:r w:rsidRPr="003C29E5">
        <w:rPr>
          <w:color w:val="auto"/>
          <w:lang w:eastAsia="lt-LT"/>
        </w:rPr>
        <w:t>10</w:t>
      </w:r>
      <w:r w:rsidR="00DB3385" w:rsidRPr="003C29E5">
        <w:rPr>
          <w:color w:val="auto"/>
          <w:lang w:eastAsia="lt-LT"/>
        </w:rPr>
        <w:t>.</w:t>
      </w:r>
      <w:r w:rsidR="00B41D15" w:rsidRPr="003C29E5">
        <w:rPr>
          <w:color w:val="auto"/>
          <w:lang w:eastAsia="lt-LT"/>
        </w:rPr>
        <w:t xml:space="preserve"> Mokestis už vaikų išlaikymą (maitinimo išlaidoms) mažinamas 50 procentų:</w:t>
      </w:r>
    </w:p>
    <w:p w14:paraId="4D986521" w14:textId="77777777" w:rsidR="00B41D15" w:rsidRPr="003C29E5" w:rsidRDefault="007B4C2F" w:rsidP="00B41D15">
      <w:pPr>
        <w:ind w:firstLine="1247"/>
        <w:jc w:val="both"/>
        <w:rPr>
          <w:strike/>
          <w:color w:val="auto"/>
          <w:lang w:eastAsia="lt-LT"/>
        </w:rPr>
      </w:pPr>
      <w:r w:rsidRPr="003C29E5">
        <w:rPr>
          <w:color w:val="auto"/>
          <w:lang w:eastAsia="lt-LT"/>
        </w:rPr>
        <w:t>10.</w:t>
      </w:r>
      <w:r w:rsidR="00B41D15" w:rsidRPr="003C29E5">
        <w:rPr>
          <w:color w:val="auto"/>
          <w:lang w:eastAsia="lt-LT"/>
        </w:rPr>
        <w:t>1. jeigu vaikas auga šeimoje, gaunančioje socialinę pašalpą, pateikus pažymą apie gaunamą socialinę pašalpą</w:t>
      </w:r>
      <w:r w:rsidR="005F19A7" w:rsidRPr="003C29E5">
        <w:rPr>
          <w:color w:val="auto"/>
          <w:lang w:eastAsia="lt-LT"/>
        </w:rPr>
        <w:t>;</w:t>
      </w:r>
    </w:p>
    <w:p w14:paraId="6A6C7B67" w14:textId="77777777" w:rsidR="00DB3385" w:rsidRPr="003C29E5" w:rsidRDefault="007B4C2F" w:rsidP="00DB3385">
      <w:pPr>
        <w:ind w:firstLine="1247"/>
        <w:jc w:val="both"/>
        <w:rPr>
          <w:color w:val="auto"/>
          <w:lang w:eastAsia="lt-LT"/>
        </w:rPr>
      </w:pPr>
      <w:r w:rsidRPr="003C29E5">
        <w:rPr>
          <w:color w:val="auto"/>
          <w:lang w:val="pt-BR" w:eastAsia="lt-LT"/>
        </w:rPr>
        <w:t>10</w:t>
      </w:r>
      <w:r w:rsidR="00B41D15" w:rsidRPr="003C29E5">
        <w:rPr>
          <w:color w:val="auto"/>
          <w:lang w:val="pt-BR" w:eastAsia="lt-LT"/>
        </w:rPr>
        <w:t>.2.</w:t>
      </w:r>
      <w:r w:rsidR="00B41D15" w:rsidRPr="003C29E5">
        <w:rPr>
          <w:color w:val="auto"/>
          <w:lang w:eastAsia="lt-LT"/>
        </w:rPr>
        <w:t xml:space="preserve"> </w:t>
      </w:r>
      <w:r w:rsidR="00B41D15" w:rsidRPr="003C29E5">
        <w:rPr>
          <w:bCs/>
          <w:color w:val="auto"/>
          <w:lang w:eastAsia="lt-LT"/>
        </w:rPr>
        <w:t>jeigu šeima augina 3 (tris) ir daugiau vaikų</w:t>
      </w:r>
      <w:r w:rsidR="00DB3385" w:rsidRPr="003C29E5">
        <w:rPr>
          <w:color w:val="auto"/>
          <w:lang w:eastAsia="lt-LT"/>
        </w:rPr>
        <w:t xml:space="preserve"> (vaikų ir kūdikių namuose bei globos ir vaikų namuose augantys vaikai, kurie išlaikomi valstybės arba savivaldybės lėšomis, į vaikų skaičių lengvatai gauti neįtraukiami</w:t>
      </w:r>
      <w:r w:rsidR="00DB3385" w:rsidRPr="003C29E5">
        <w:rPr>
          <w:bCs/>
          <w:color w:val="auto"/>
          <w:lang w:eastAsia="lt-LT"/>
        </w:rPr>
        <w:t>)</w:t>
      </w:r>
      <w:r w:rsidR="0010029C">
        <w:rPr>
          <w:color w:val="auto"/>
          <w:lang w:eastAsia="lt-LT"/>
        </w:rPr>
        <w:t>,</w:t>
      </w:r>
      <w:r w:rsidR="00B41D15" w:rsidRPr="003C29E5">
        <w:rPr>
          <w:color w:val="auto"/>
          <w:lang w:eastAsia="lt-LT"/>
        </w:rPr>
        <w:t xml:space="preserve"> privalo pateikti</w:t>
      </w:r>
      <w:r w:rsidR="00DB3385" w:rsidRPr="003C29E5">
        <w:rPr>
          <w:color w:val="auto"/>
          <w:lang w:eastAsia="lt-LT"/>
        </w:rPr>
        <w:t>:</w:t>
      </w:r>
    </w:p>
    <w:p w14:paraId="5EC70525" w14:textId="77777777" w:rsidR="00DB3385" w:rsidRPr="003C29E5" w:rsidRDefault="00DB3385" w:rsidP="00DB3385">
      <w:pPr>
        <w:ind w:firstLine="1247"/>
        <w:jc w:val="both"/>
        <w:rPr>
          <w:color w:val="auto"/>
          <w:lang w:eastAsia="lt-LT"/>
        </w:rPr>
      </w:pPr>
      <w:r w:rsidRPr="003C29E5">
        <w:rPr>
          <w:color w:val="auto"/>
          <w:lang w:eastAsia="lt-LT"/>
        </w:rPr>
        <w:t>10.2.1.</w:t>
      </w:r>
      <w:r w:rsidR="00B41D15" w:rsidRPr="003C29E5">
        <w:rPr>
          <w:color w:val="auto"/>
          <w:lang w:eastAsia="lt-LT"/>
        </w:rPr>
        <w:t xml:space="preserve"> pažymą apie šeimos sudėtį</w:t>
      </w:r>
      <w:r w:rsidRPr="003C29E5">
        <w:rPr>
          <w:color w:val="auto"/>
          <w:lang w:eastAsia="lt-LT"/>
        </w:rPr>
        <w:t>;</w:t>
      </w:r>
    </w:p>
    <w:p w14:paraId="141D3768" w14:textId="77777777" w:rsidR="00B41D15" w:rsidRPr="003C29E5" w:rsidRDefault="00DB3385" w:rsidP="00DB3385">
      <w:pPr>
        <w:ind w:firstLine="1247"/>
        <w:jc w:val="both"/>
        <w:rPr>
          <w:color w:val="auto"/>
          <w:lang w:eastAsia="lt-LT" w:bidi="lo-LA"/>
        </w:rPr>
      </w:pPr>
      <w:r w:rsidRPr="003C29E5">
        <w:rPr>
          <w:color w:val="auto"/>
          <w:lang w:eastAsia="lt-LT"/>
        </w:rPr>
        <w:t>10.2.2.</w:t>
      </w:r>
      <w:r w:rsidR="00B41D15" w:rsidRPr="003C29E5">
        <w:rPr>
          <w:color w:val="auto"/>
          <w:lang w:eastAsia="lt-LT"/>
        </w:rPr>
        <w:t xml:space="preserve"> pažymą iš mokymo įstaigų, kai šeimoje yra vyresnių nei 18 metų vaikų, besimokančių pagal bendrojo ugdymo programas, bet ne ilgiau iki jiems sukaks 21 (dvidešimt vieni) metai. </w:t>
      </w:r>
      <w:r w:rsidR="00122136" w:rsidRPr="003C29E5">
        <w:rPr>
          <w:rFonts w:ascii="TimesLT" w:hAnsi="TimesLT" w:cs="Arial Unicode MS"/>
          <w:color w:val="auto"/>
          <w:lang w:eastAsia="lt-LT" w:bidi="lo-LA"/>
        </w:rPr>
        <w:t>P</w:t>
      </w:r>
      <w:r w:rsidR="00122136" w:rsidRPr="003C29E5">
        <w:rPr>
          <w:color w:val="auto"/>
          <w:lang w:eastAsia="lt-LT" w:bidi="lo-LA"/>
        </w:rPr>
        <w:t>ažyma iš mokymo įstaigų, kai šeimoje yra vyresnių nei 18 metų vaikų, besimokančių dieninėse bendrojo ugdymo mokyklose, pateikiama pakartotinai nuo sausio 1 d. iki kovo 1 d.</w:t>
      </w:r>
      <w:r w:rsidR="0010029C">
        <w:rPr>
          <w:color w:val="auto"/>
          <w:lang w:eastAsia="lt-LT" w:bidi="lo-LA"/>
        </w:rPr>
        <w:t>;</w:t>
      </w:r>
      <w:r w:rsidR="00122136" w:rsidRPr="003C29E5">
        <w:rPr>
          <w:color w:val="auto"/>
          <w:lang w:eastAsia="lt-LT" w:bidi="lo-LA"/>
        </w:rPr>
        <w:t xml:space="preserve"> </w:t>
      </w:r>
    </w:p>
    <w:p w14:paraId="3FE357E3" w14:textId="77777777" w:rsidR="00B41D15" w:rsidRPr="003C29E5" w:rsidRDefault="007B4C2F" w:rsidP="00B41D15">
      <w:pPr>
        <w:ind w:firstLine="1247"/>
        <w:jc w:val="both"/>
        <w:rPr>
          <w:color w:val="auto"/>
          <w:lang w:eastAsia="lt-LT"/>
        </w:rPr>
      </w:pPr>
      <w:r w:rsidRPr="003C29E5">
        <w:rPr>
          <w:color w:val="auto"/>
          <w:lang w:eastAsia="lt-LT"/>
        </w:rPr>
        <w:t>10</w:t>
      </w:r>
      <w:r w:rsidR="00B41D15" w:rsidRPr="003C29E5">
        <w:rPr>
          <w:color w:val="auto"/>
          <w:lang w:eastAsia="lt-LT"/>
        </w:rPr>
        <w:t xml:space="preserve">.3. kai vaikas lanko specialiojo ugdymo grupę. </w:t>
      </w:r>
    </w:p>
    <w:p w14:paraId="0FAF87C5" w14:textId="77777777" w:rsidR="00B41D15" w:rsidRPr="003C29E5" w:rsidRDefault="00B41D15" w:rsidP="00B41D15">
      <w:pPr>
        <w:ind w:firstLine="1247"/>
        <w:jc w:val="both"/>
        <w:rPr>
          <w:color w:val="auto"/>
          <w:lang w:eastAsia="lt-LT"/>
        </w:rPr>
      </w:pPr>
      <w:r w:rsidRPr="003C29E5">
        <w:rPr>
          <w:color w:val="auto"/>
          <w:lang w:eastAsia="lt-LT"/>
        </w:rPr>
        <w:t>1</w:t>
      </w:r>
      <w:r w:rsidR="007B4C2F" w:rsidRPr="003C29E5">
        <w:rPr>
          <w:color w:val="auto"/>
          <w:lang w:eastAsia="lt-LT"/>
        </w:rPr>
        <w:t>1</w:t>
      </w:r>
      <w:r w:rsidRPr="003C29E5">
        <w:rPr>
          <w:color w:val="auto"/>
          <w:lang w:eastAsia="lt-LT"/>
        </w:rPr>
        <w:t>. Mokesčio už vaikų išlaikymą (maitinimo išlaidoms) lengvata netaikoma, kai vaikai turintys specialiųjų ugdymosi poreikių yra integruojami į bendrąsias grupes.</w:t>
      </w:r>
    </w:p>
    <w:p w14:paraId="5BF83E0C" w14:textId="77777777" w:rsidR="00DB3385" w:rsidRPr="003C29E5" w:rsidRDefault="00B41D15" w:rsidP="00DB3385">
      <w:pPr>
        <w:ind w:firstLine="1247"/>
        <w:jc w:val="both"/>
        <w:rPr>
          <w:rFonts w:ascii="TimesLT" w:hAnsi="TimesLT" w:cs="Arial Unicode MS"/>
          <w:color w:val="auto"/>
          <w:lang w:eastAsia="lt-LT" w:bidi="lo-LA"/>
        </w:rPr>
      </w:pPr>
      <w:r w:rsidRPr="003C29E5">
        <w:rPr>
          <w:rFonts w:ascii="TimesLT" w:hAnsi="TimesLT" w:cs="Arial Unicode MS"/>
          <w:color w:val="auto"/>
          <w:lang w:eastAsia="lt-LT" w:bidi="lo-LA"/>
        </w:rPr>
        <w:t>1</w:t>
      </w:r>
      <w:r w:rsidR="007B4C2F" w:rsidRPr="003C29E5">
        <w:rPr>
          <w:rFonts w:ascii="TimesLT" w:hAnsi="TimesLT" w:cs="Arial Unicode MS"/>
          <w:color w:val="auto"/>
          <w:lang w:eastAsia="lt-LT" w:bidi="lo-LA"/>
        </w:rPr>
        <w:t>2</w:t>
      </w:r>
      <w:r w:rsidRPr="003C29E5">
        <w:rPr>
          <w:rFonts w:ascii="TimesLT" w:hAnsi="TimesLT" w:cs="Arial Unicode MS"/>
          <w:color w:val="auto"/>
          <w:lang w:eastAsia="lt-LT" w:bidi="lo-LA"/>
        </w:rPr>
        <w:t>. Tėvų (globėjų) prašymai ir dokumentai, kuriais vadovaujantis taikomos lengvatos, pateikiami mokyklos vadovui ar jo įgaliotam asmeniui priimant vaiką į mokyklą, o vėliau – nuo rugsėjo 1 d. iki rugsėjo 2</w:t>
      </w:r>
      <w:r w:rsidR="006D45A0" w:rsidRPr="003C29E5">
        <w:rPr>
          <w:rFonts w:ascii="TimesLT" w:hAnsi="TimesLT" w:cs="Arial Unicode MS"/>
          <w:color w:val="auto"/>
          <w:lang w:eastAsia="lt-LT" w:bidi="lo-LA"/>
        </w:rPr>
        <w:t>5</w:t>
      </w:r>
      <w:r w:rsidRPr="003C29E5">
        <w:rPr>
          <w:rFonts w:ascii="TimesLT" w:hAnsi="TimesLT" w:cs="Arial Unicode MS"/>
          <w:color w:val="auto"/>
          <w:lang w:eastAsia="lt-LT" w:bidi="lo-LA"/>
        </w:rPr>
        <w:t xml:space="preserve"> d. </w:t>
      </w:r>
    </w:p>
    <w:p w14:paraId="5D713603" w14:textId="77777777" w:rsidR="00DB3385" w:rsidRPr="003C29E5" w:rsidRDefault="00DB3385" w:rsidP="00951BE3">
      <w:pPr>
        <w:ind w:firstLine="1247"/>
        <w:jc w:val="both"/>
        <w:rPr>
          <w:rFonts w:ascii="TimesLT" w:hAnsi="TimesLT" w:cs="Arial Unicode MS"/>
          <w:color w:val="auto"/>
          <w:lang w:eastAsia="lt-LT" w:bidi="lo-LA"/>
        </w:rPr>
      </w:pPr>
      <w:r w:rsidRPr="003C29E5">
        <w:rPr>
          <w:rFonts w:ascii="TimesLT" w:hAnsi="TimesLT" w:cs="Arial Unicode MS"/>
          <w:color w:val="auto"/>
          <w:lang w:eastAsia="lt-LT" w:bidi="lo-LA"/>
        </w:rPr>
        <w:t>1</w:t>
      </w:r>
      <w:r w:rsidR="00335ACA" w:rsidRPr="003C29E5">
        <w:rPr>
          <w:rFonts w:ascii="TimesLT" w:hAnsi="TimesLT" w:cs="Arial Unicode MS"/>
          <w:color w:val="auto"/>
          <w:lang w:eastAsia="lt-LT" w:bidi="lo-LA"/>
        </w:rPr>
        <w:t>3</w:t>
      </w:r>
      <w:r w:rsidRPr="003C29E5">
        <w:rPr>
          <w:rFonts w:ascii="TimesLT" w:hAnsi="TimesLT" w:cs="Arial Unicode MS"/>
          <w:color w:val="auto"/>
          <w:lang w:eastAsia="lt-LT" w:bidi="lo-LA"/>
        </w:rPr>
        <w:t xml:space="preserve">. Laiku nepateikus </w:t>
      </w:r>
      <w:r w:rsidR="00DA06F9" w:rsidRPr="003C29E5">
        <w:rPr>
          <w:rFonts w:ascii="TimesLT" w:hAnsi="TimesLT" w:cs="Arial Unicode MS"/>
          <w:color w:val="auto"/>
          <w:lang w:eastAsia="lt-LT" w:bidi="lo-LA"/>
        </w:rPr>
        <w:t xml:space="preserve">pakartotinai 10.1. ir 10.2.2 papunkčiuose nurodytų </w:t>
      </w:r>
      <w:r w:rsidRPr="003C29E5">
        <w:rPr>
          <w:rFonts w:ascii="TimesLT" w:hAnsi="TimesLT" w:cs="Arial Unicode MS"/>
          <w:color w:val="auto"/>
          <w:lang w:eastAsia="lt-LT" w:bidi="lo-LA"/>
        </w:rPr>
        <w:t>dokumentų, mokestis skaičiuojamas bendra tvarka</w:t>
      </w:r>
      <w:r w:rsidR="00327649" w:rsidRPr="003C29E5">
        <w:rPr>
          <w:rFonts w:ascii="TimesLT" w:hAnsi="TimesLT" w:cs="Arial Unicode MS"/>
          <w:color w:val="auto"/>
          <w:lang w:eastAsia="lt-LT" w:bidi="lo-LA"/>
        </w:rPr>
        <w:t xml:space="preserve"> (netaikant lengvatų)</w:t>
      </w:r>
      <w:r w:rsidRPr="003C29E5">
        <w:rPr>
          <w:rFonts w:ascii="TimesLT" w:hAnsi="TimesLT" w:cs="Arial Unicode MS"/>
          <w:color w:val="auto"/>
          <w:lang w:eastAsia="lt-LT" w:bidi="lo-LA"/>
        </w:rPr>
        <w:t xml:space="preserve"> nuo kito mėnesio pirmos dienos. </w:t>
      </w:r>
    </w:p>
    <w:p w14:paraId="5B320142" w14:textId="77777777" w:rsidR="00335ACA" w:rsidRDefault="00335ACA" w:rsidP="00DB3385">
      <w:pPr>
        <w:ind w:firstLine="1247"/>
        <w:jc w:val="both"/>
        <w:rPr>
          <w:rFonts w:ascii="TimesLT" w:hAnsi="TimesLT" w:cs="Arial Unicode MS"/>
          <w:color w:val="auto"/>
          <w:lang w:eastAsia="lt-LT" w:bidi="lo-LA"/>
        </w:rPr>
      </w:pPr>
      <w:r w:rsidRPr="003C29E5">
        <w:rPr>
          <w:rFonts w:ascii="TimesLT" w:hAnsi="TimesLT" w:cs="Arial Unicode MS"/>
          <w:color w:val="auto"/>
          <w:lang w:eastAsia="lt-LT" w:bidi="lo-LA"/>
        </w:rPr>
        <w:t>14. Lengvata taikoma nuo mėnesio, per kurį pateikiami dokumentai, 1 dienos.</w:t>
      </w:r>
    </w:p>
    <w:p w14:paraId="28671798" w14:textId="77777777" w:rsidR="00775D25" w:rsidRDefault="00775D25" w:rsidP="00DB3385">
      <w:pPr>
        <w:ind w:firstLine="1247"/>
        <w:jc w:val="both"/>
        <w:rPr>
          <w:rFonts w:cs="Arial Unicode MS"/>
          <w:bCs/>
          <w:color w:val="FF0000"/>
          <w:lang w:eastAsia="lt-LT" w:bidi="lo-LA"/>
        </w:rPr>
      </w:pPr>
    </w:p>
    <w:p w14:paraId="1600FB29" w14:textId="77777777" w:rsidR="00775D25" w:rsidRDefault="00775D25" w:rsidP="00DB3385">
      <w:pPr>
        <w:ind w:firstLine="1247"/>
        <w:jc w:val="both"/>
        <w:rPr>
          <w:bCs/>
          <w:color w:val="FF0000"/>
          <w:lang w:eastAsia="lt-LT"/>
        </w:rPr>
      </w:pPr>
      <w:r>
        <w:rPr>
          <w:rFonts w:cs="Arial Unicode MS"/>
          <w:bCs/>
          <w:color w:val="000000"/>
          <w:lang w:eastAsia="lt-LT" w:bidi="lo-LA"/>
        </w:rPr>
        <w:t xml:space="preserve">Pastaba. Aprašo 5.3.1 papunktyje pietų gamybos išlaidos nenurodomos, nes pagal Lietuvos Respublikos socialinės paramos mokiniams įstatymą </w:t>
      </w:r>
      <w:r>
        <w:rPr>
          <w:bCs/>
          <w:color w:val="000000"/>
          <w:lang w:eastAsia="lt-LT"/>
        </w:rPr>
        <w:t>mokiniai, kurie mokosi pagal priešmokyklinio ugdymo programą, pietus gauna nemokamai, nepriklausomai nuo tėvų (globėjų) gaunamų pajamų</w:t>
      </w:r>
      <w:r w:rsidRPr="00775D25">
        <w:rPr>
          <w:bCs/>
          <w:color w:val="FF0000"/>
          <w:lang w:eastAsia="lt-LT"/>
        </w:rPr>
        <w:t>.</w:t>
      </w:r>
    </w:p>
    <w:p w14:paraId="3EB01EAC" w14:textId="77777777" w:rsidR="008B2801" w:rsidRPr="003C29E5" w:rsidRDefault="008B2801" w:rsidP="00DB3385">
      <w:pPr>
        <w:ind w:firstLine="1247"/>
        <w:jc w:val="both"/>
        <w:rPr>
          <w:rFonts w:ascii="TimesLT" w:hAnsi="TimesLT" w:cs="Arial Unicode MS"/>
          <w:color w:val="auto"/>
          <w:lang w:eastAsia="lt-LT" w:bidi="lo-LA"/>
        </w:rPr>
      </w:pPr>
    </w:p>
    <w:p w14:paraId="059590F8" w14:textId="77777777" w:rsidR="00B41D15" w:rsidRPr="003C29E5" w:rsidRDefault="00B41D15" w:rsidP="00B41D15">
      <w:pPr>
        <w:ind w:firstLine="1247"/>
        <w:jc w:val="both"/>
        <w:rPr>
          <w:rFonts w:ascii="TimesLT" w:hAnsi="TimesLT" w:cs="Arial Unicode MS"/>
          <w:color w:val="auto"/>
          <w:lang w:eastAsia="lt-LT" w:bidi="lo-LA"/>
        </w:rPr>
      </w:pPr>
      <w:r w:rsidRPr="003C29E5">
        <w:rPr>
          <w:color w:val="auto"/>
          <w:lang w:eastAsia="lt-LT" w:bidi="lo-LA"/>
        </w:rPr>
        <w:t>1</w:t>
      </w:r>
      <w:r w:rsidR="00DB3385" w:rsidRPr="003C29E5">
        <w:rPr>
          <w:color w:val="auto"/>
          <w:lang w:eastAsia="lt-LT" w:bidi="lo-LA"/>
        </w:rPr>
        <w:t>5</w:t>
      </w:r>
      <w:r w:rsidRPr="003C29E5">
        <w:rPr>
          <w:color w:val="auto"/>
          <w:lang w:eastAsia="lt-LT" w:bidi="lo-LA"/>
        </w:rPr>
        <w:t xml:space="preserve">. Mokyklos vadovo patvirtintas vaikų, gaunančių lengvatas, sąrašas pateikiamas </w:t>
      </w:r>
      <w:r w:rsidR="00327649" w:rsidRPr="003C29E5">
        <w:rPr>
          <w:color w:val="auto"/>
          <w:lang w:eastAsia="lt-LT" w:bidi="lo-LA"/>
        </w:rPr>
        <w:t>už praėjusį</w:t>
      </w:r>
      <w:r w:rsidRPr="003C29E5">
        <w:rPr>
          <w:color w:val="auto"/>
          <w:lang w:eastAsia="lt-LT" w:bidi="lo-LA"/>
        </w:rPr>
        <w:t xml:space="preserve"> mėnesį Skuodo rajono biudžetinių įstaigų buhalterinės apskaitos tvarkymo centrui iki </w:t>
      </w:r>
      <w:r w:rsidR="00327649" w:rsidRPr="003C29E5">
        <w:rPr>
          <w:color w:val="auto"/>
          <w:lang w:eastAsia="lt-LT" w:bidi="lo-LA"/>
        </w:rPr>
        <w:t>kito</w:t>
      </w:r>
      <w:r w:rsidRPr="003C29E5">
        <w:rPr>
          <w:color w:val="auto"/>
          <w:lang w:eastAsia="lt-LT" w:bidi="lo-LA"/>
        </w:rPr>
        <w:t xml:space="preserve"> mėnesio 5 d.</w:t>
      </w:r>
    </w:p>
    <w:p w14:paraId="55E71D75" w14:textId="77777777" w:rsidR="00B41D15" w:rsidRPr="003C29E5" w:rsidRDefault="00B41D15" w:rsidP="00B41D15">
      <w:pPr>
        <w:ind w:firstLine="1247"/>
        <w:jc w:val="both"/>
        <w:rPr>
          <w:rFonts w:ascii="TimesLT" w:hAnsi="TimesLT" w:cs="Arial Unicode MS"/>
          <w:color w:val="auto"/>
          <w:lang w:eastAsia="lt-LT" w:bidi="lo-LA"/>
        </w:rPr>
      </w:pPr>
      <w:r w:rsidRPr="003C29E5">
        <w:rPr>
          <w:rFonts w:ascii="TimesLT" w:hAnsi="TimesLT" w:cs="Arial Unicode MS"/>
          <w:color w:val="auto"/>
          <w:lang w:eastAsia="lt-LT" w:bidi="lo-LA"/>
        </w:rPr>
        <w:t>1</w:t>
      </w:r>
      <w:r w:rsidR="007B4C2F" w:rsidRPr="003C29E5">
        <w:rPr>
          <w:rFonts w:ascii="TimesLT" w:hAnsi="TimesLT" w:cs="Arial Unicode MS"/>
          <w:color w:val="auto"/>
          <w:lang w:eastAsia="lt-LT" w:bidi="lo-LA"/>
        </w:rPr>
        <w:t>6</w:t>
      </w:r>
      <w:r w:rsidRPr="003C29E5">
        <w:rPr>
          <w:rFonts w:ascii="TimesLT" w:hAnsi="TimesLT" w:cs="Arial Unicode MS"/>
          <w:bCs/>
          <w:color w:val="auto"/>
          <w:lang w:eastAsia="lt-LT" w:bidi="lo-LA"/>
        </w:rPr>
        <w:t>.</w:t>
      </w:r>
      <w:r w:rsidRPr="003C29E5">
        <w:rPr>
          <w:rFonts w:ascii="TimesLT" w:hAnsi="TimesLT" w:cs="Arial Unicode MS"/>
          <w:b/>
          <w:bCs/>
          <w:color w:val="auto"/>
          <w:lang w:eastAsia="lt-LT" w:bidi="lo-LA"/>
        </w:rPr>
        <w:t xml:space="preserve"> </w:t>
      </w:r>
      <w:r w:rsidRPr="003C29E5">
        <w:rPr>
          <w:rFonts w:ascii="TimesLT" w:hAnsi="TimesLT" w:cs="Arial Unicode MS"/>
          <w:color w:val="auto"/>
          <w:lang w:eastAsia="lt-LT" w:bidi="lo-LA"/>
        </w:rPr>
        <w:t>Tėvai (globėjai), nuslėpę ar pateikę neteisingus duomenis mokesčio lengvatai gauti už vaikų išlaikymą mokykloje, privalo šią lengvatą suteikusiai įstaigai grąžinti neteisėtai gautos lengvatos dydžio pinigines lėšas. Neteisėtai gautos ir negrąžintos lengvatos už vaikų išlaikymą mokykloje dydžio piniginės lėšos išieškomos įstatymų nustatyta tvarka.</w:t>
      </w:r>
    </w:p>
    <w:p w14:paraId="1E620785" w14:textId="77777777" w:rsidR="00B41D15" w:rsidRPr="003C29E5" w:rsidRDefault="00B41D15" w:rsidP="00B41D15">
      <w:pPr>
        <w:ind w:firstLine="1296"/>
        <w:jc w:val="both"/>
        <w:rPr>
          <w:color w:val="auto"/>
          <w:lang w:eastAsia="lt-LT" w:bidi="lo-LA"/>
        </w:rPr>
      </w:pPr>
    </w:p>
    <w:p w14:paraId="31C73004" w14:textId="77777777" w:rsidR="00B41D15" w:rsidRPr="003C29E5" w:rsidRDefault="00B41D15" w:rsidP="00B41D15">
      <w:pPr>
        <w:keepNext/>
        <w:jc w:val="center"/>
        <w:outlineLvl w:val="0"/>
        <w:rPr>
          <w:b/>
          <w:bCs/>
          <w:color w:val="auto"/>
          <w:kern w:val="28"/>
          <w:lang w:eastAsia="lt-LT" w:bidi="lo-LA"/>
        </w:rPr>
      </w:pPr>
      <w:r w:rsidRPr="003C29E5">
        <w:rPr>
          <w:b/>
          <w:bCs/>
          <w:color w:val="auto"/>
          <w:kern w:val="28"/>
          <w:lang w:eastAsia="lt-LT" w:bidi="lo-LA"/>
        </w:rPr>
        <w:t>IV SKYRIUS</w:t>
      </w:r>
    </w:p>
    <w:p w14:paraId="4189D3DB" w14:textId="77777777" w:rsidR="00B41D15" w:rsidRPr="003C29E5" w:rsidRDefault="00B41D15" w:rsidP="00B41D15">
      <w:pPr>
        <w:keepNext/>
        <w:jc w:val="center"/>
        <w:outlineLvl w:val="0"/>
        <w:rPr>
          <w:b/>
          <w:bCs/>
          <w:color w:val="auto"/>
          <w:kern w:val="28"/>
          <w:lang w:eastAsia="lt-LT" w:bidi="lo-LA"/>
        </w:rPr>
      </w:pPr>
      <w:r w:rsidRPr="003C29E5">
        <w:rPr>
          <w:b/>
          <w:bCs/>
          <w:color w:val="auto"/>
          <w:kern w:val="28"/>
          <w:lang w:eastAsia="lt-LT" w:bidi="lo-LA"/>
        </w:rPr>
        <w:t>MOKESČIO UŽ VAIKŲ IŠLAIKYMĄ SURINKIMAS</w:t>
      </w:r>
    </w:p>
    <w:p w14:paraId="5F91608F" w14:textId="77777777" w:rsidR="00B41D15" w:rsidRPr="003C29E5" w:rsidRDefault="00B41D15" w:rsidP="00B41D15">
      <w:pPr>
        <w:jc w:val="both"/>
        <w:rPr>
          <w:rFonts w:ascii="TimesLT" w:hAnsi="TimesLT" w:cs="Arial Unicode MS"/>
          <w:b/>
          <w:color w:val="auto"/>
          <w:lang w:eastAsia="lt-LT" w:bidi="lo-LA"/>
        </w:rPr>
      </w:pPr>
    </w:p>
    <w:p w14:paraId="67322C48" w14:textId="77777777" w:rsidR="00B41D15" w:rsidRPr="003C29E5" w:rsidRDefault="00B41D15" w:rsidP="00B41D15">
      <w:pPr>
        <w:ind w:firstLine="1247"/>
        <w:jc w:val="both"/>
        <w:rPr>
          <w:color w:val="auto"/>
          <w:lang w:eastAsia="lt-LT" w:bidi="lo-LA"/>
        </w:rPr>
      </w:pPr>
      <w:r w:rsidRPr="003C29E5">
        <w:rPr>
          <w:rFonts w:ascii="TimesLT" w:hAnsi="TimesLT" w:cs="Arial Unicode MS"/>
          <w:color w:val="auto"/>
          <w:lang w:eastAsia="lt-LT" w:bidi="lo-LA"/>
        </w:rPr>
        <w:t>1</w:t>
      </w:r>
      <w:r w:rsidR="007B4C2F" w:rsidRPr="003C29E5">
        <w:rPr>
          <w:rFonts w:ascii="TimesLT" w:hAnsi="TimesLT" w:cs="Arial Unicode MS"/>
          <w:color w:val="auto"/>
          <w:lang w:eastAsia="lt-LT" w:bidi="lo-LA"/>
        </w:rPr>
        <w:t>7</w:t>
      </w:r>
      <w:r w:rsidRPr="003C29E5">
        <w:rPr>
          <w:rFonts w:ascii="TimesLT" w:hAnsi="TimesLT" w:cs="Arial Unicode MS"/>
          <w:color w:val="auto"/>
          <w:lang w:eastAsia="lt-LT" w:bidi="lo-LA"/>
        </w:rPr>
        <w:t xml:space="preserve">. </w:t>
      </w:r>
      <w:r w:rsidRPr="003C29E5">
        <w:rPr>
          <w:color w:val="auto"/>
          <w:lang w:eastAsia="lt-LT" w:bidi="lo-LA"/>
        </w:rPr>
        <w:t xml:space="preserve">Mokestis už vaiko išlaikymą </w:t>
      </w:r>
      <w:r w:rsidRPr="003C29E5">
        <w:rPr>
          <w:rFonts w:ascii="TimesLT" w:hAnsi="TimesLT" w:cs="Arial Unicode MS"/>
          <w:color w:val="auto"/>
          <w:lang w:eastAsia="lt-LT" w:bidi="lo-LA"/>
        </w:rPr>
        <w:t xml:space="preserve">mokykloje </w:t>
      </w:r>
      <w:r w:rsidRPr="003C29E5">
        <w:rPr>
          <w:color w:val="auto"/>
          <w:lang w:eastAsia="lt-LT" w:bidi="lo-LA"/>
        </w:rPr>
        <w:t xml:space="preserve">turi būti skaičiuojamas už praėjusį mėnesį ir sumokamas iki kito mėnesio 25 d. </w:t>
      </w:r>
    </w:p>
    <w:p w14:paraId="0AD9BA4C" w14:textId="77777777" w:rsidR="00B41D15" w:rsidRPr="003C29E5" w:rsidRDefault="00B41D15" w:rsidP="00B41D15">
      <w:pPr>
        <w:ind w:firstLine="1247"/>
        <w:jc w:val="both"/>
        <w:rPr>
          <w:color w:val="auto"/>
          <w:lang w:eastAsia="lt-LT" w:bidi="lo-LA"/>
        </w:rPr>
      </w:pPr>
      <w:r w:rsidRPr="003C29E5">
        <w:rPr>
          <w:rFonts w:ascii="TimesLT" w:hAnsi="TimesLT" w:cs="Arial Unicode MS"/>
          <w:color w:val="auto"/>
          <w:lang w:eastAsia="lt-LT" w:bidi="lo-LA"/>
        </w:rPr>
        <w:t>1</w:t>
      </w:r>
      <w:r w:rsidR="007B4C2F" w:rsidRPr="003C29E5">
        <w:rPr>
          <w:rFonts w:ascii="TimesLT" w:hAnsi="TimesLT" w:cs="Arial Unicode MS"/>
          <w:color w:val="auto"/>
          <w:lang w:eastAsia="lt-LT" w:bidi="lo-LA"/>
        </w:rPr>
        <w:t>8</w:t>
      </w:r>
      <w:r w:rsidRPr="003C29E5">
        <w:rPr>
          <w:rFonts w:ascii="TimesLT" w:hAnsi="TimesLT" w:cs="Arial Unicode MS"/>
          <w:color w:val="auto"/>
          <w:lang w:eastAsia="lt-LT" w:bidi="lo-LA"/>
        </w:rPr>
        <w:t xml:space="preserve">. Mokyklos vadovas atsako už mokesčio surinkimą laiku ir </w:t>
      </w:r>
      <w:r w:rsidRPr="003C29E5">
        <w:rPr>
          <w:color w:val="auto"/>
          <w:lang w:eastAsia="lt-LT" w:bidi="lo-LA"/>
        </w:rPr>
        <w:t>turi teisę nutraukti mokymo sutartį su tėvais (globėjais), jeigu nustatytu laiku nesumokamas mokestis už vaikų išlaikymą daugiau kaip 2 (du) mėnesius. Lėšos, nesumokėtos laiku, išieškomos iš tėvų (globėjų) įstatymų nustatyta tvarka.</w:t>
      </w:r>
    </w:p>
    <w:p w14:paraId="5DCCBDEA" w14:textId="77777777" w:rsidR="00B41D15" w:rsidRPr="003C29E5" w:rsidRDefault="00B41D15" w:rsidP="00B41D15">
      <w:pPr>
        <w:ind w:firstLine="1247"/>
        <w:rPr>
          <w:rFonts w:ascii="TimesLT" w:hAnsi="TimesLT" w:cs="Arial Unicode MS"/>
          <w:color w:val="auto"/>
          <w:lang w:eastAsia="lt-LT" w:bidi="lo-LA"/>
        </w:rPr>
      </w:pPr>
      <w:r w:rsidRPr="003C29E5">
        <w:rPr>
          <w:color w:val="auto"/>
          <w:lang w:eastAsia="lt-LT" w:bidi="lo-LA"/>
        </w:rPr>
        <w:t>1</w:t>
      </w:r>
      <w:r w:rsidR="007B4C2F" w:rsidRPr="003C29E5">
        <w:rPr>
          <w:color w:val="auto"/>
          <w:lang w:eastAsia="lt-LT" w:bidi="lo-LA"/>
        </w:rPr>
        <w:t>9.</w:t>
      </w:r>
      <w:r w:rsidRPr="003C29E5">
        <w:rPr>
          <w:color w:val="auto"/>
          <w:lang w:eastAsia="lt-LT" w:bidi="lo-LA"/>
        </w:rPr>
        <w:t xml:space="preserve"> </w:t>
      </w:r>
      <w:r w:rsidRPr="003C29E5">
        <w:rPr>
          <w:rFonts w:ascii="TimesLT" w:hAnsi="TimesLT" w:cs="Arial Unicode MS"/>
          <w:color w:val="auto"/>
          <w:lang w:eastAsia="lt-LT" w:bidi="lo-LA"/>
        </w:rPr>
        <w:t>Mokesčio už vaikų išlaikymą surinkimo kontrolę užtikrina mokyklos vadovas.</w:t>
      </w:r>
    </w:p>
    <w:p w14:paraId="129E9EB7" w14:textId="77777777" w:rsidR="00B41D15" w:rsidRPr="003C29E5" w:rsidRDefault="007B4C2F" w:rsidP="00B41D15">
      <w:pPr>
        <w:ind w:firstLine="1247"/>
        <w:jc w:val="both"/>
        <w:rPr>
          <w:color w:val="auto"/>
          <w:lang w:eastAsia="lt-LT"/>
        </w:rPr>
      </w:pPr>
      <w:r w:rsidRPr="003C29E5">
        <w:rPr>
          <w:rFonts w:ascii="TimesLT" w:hAnsi="TimesLT" w:cs="Arial Unicode MS"/>
          <w:color w:val="auto"/>
          <w:lang w:eastAsia="lt-LT" w:bidi="lo-LA"/>
        </w:rPr>
        <w:t>20</w:t>
      </w:r>
      <w:r w:rsidR="00B41D15" w:rsidRPr="003C29E5">
        <w:rPr>
          <w:rFonts w:ascii="TimesLT" w:hAnsi="TimesLT" w:cs="Arial Unicode MS"/>
          <w:color w:val="auto"/>
          <w:lang w:eastAsia="lt-LT" w:bidi="lo-LA"/>
        </w:rPr>
        <w:t xml:space="preserve">. Už </w:t>
      </w:r>
      <w:r w:rsidR="0010029C">
        <w:rPr>
          <w:rFonts w:ascii="TimesLT" w:hAnsi="TimesLT" w:cs="Arial Unicode MS"/>
          <w:color w:val="auto"/>
          <w:lang w:eastAsia="lt-LT" w:bidi="lo-LA"/>
        </w:rPr>
        <w:t xml:space="preserve">tvarkos </w:t>
      </w:r>
      <w:r w:rsidR="00B41D15" w:rsidRPr="003C29E5">
        <w:rPr>
          <w:rFonts w:ascii="TimesLT" w:hAnsi="TimesLT" w:cs="Arial Unicode MS"/>
          <w:color w:val="auto"/>
          <w:lang w:eastAsia="lt-LT" w:bidi="lo-LA"/>
        </w:rPr>
        <w:t>aprašo vykdymo kontrolę atsakingas Skuodo rajono savivaldybės administracijos Švietimo ir sporto skyrius.</w:t>
      </w:r>
    </w:p>
    <w:p w14:paraId="6A3B8AC0" w14:textId="77777777" w:rsidR="00B41D15" w:rsidRPr="003C29E5" w:rsidRDefault="00B41D15" w:rsidP="00B41D15">
      <w:pPr>
        <w:jc w:val="center"/>
        <w:rPr>
          <w:color w:val="auto"/>
          <w:lang w:eastAsia="lt-LT"/>
        </w:rPr>
      </w:pPr>
      <w:r w:rsidRPr="003C29E5">
        <w:rPr>
          <w:color w:val="auto"/>
          <w:lang w:eastAsia="lt-LT"/>
        </w:rPr>
        <w:t xml:space="preserve">_________________ </w:t>
      </w:r>
    </w:p>
    <w:p w14:paraId="0946D167" w14:textId="77777777" w:rsidR="00B41D15" w:rsidRPr="003C29E5" w:rsidRDefault="00B41D15" w:rsidP="00B41D15">
      <w:pPr>
        <w:jc w:val="both"/>
        <w:rPr>
          <w:color w:val="auto"/>
          <w:lang w:eastAsia="de-DE"/>
        </w:rPr>
      </w:pPr>
    </w:p>
    <w:sectPr w:rsidR="00B41D15" w:rsidRPr="003C29E5" w:rsidSect="00413101">
      <w:headerReference w:type="even" r:id="rId7"/>
      <w:headerReference w:type="default" r:id="rId8"/>
      <w:headerReference w:type="first" r:id="rId9"/>
      <w:pgSz w:w="11906" w:h="16838" w:code="9"/>
      <w:pgMar w:top="1134"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72E92" w14:textId="77777777" w:rsidR="00AD7D72" w:rsidRDefault="00AD7D72">
      <w:r>
        <w:separator/>
      </w:r>
    </w:p>
  </w:endnote>
  <w:endnote w:type="continuationSeparator" w:id="0">
    <w:p w14:paraId="6BF58403" w14:textId="77777777" w:rsidR="00AD7D72" w:rsidRDefault="00AD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81656" w14:textId="77777777" w:rsidR="00AD7D72" w:rsidRDefault="00AD7D72">
      <w:r>
        <w:separator/>
      </w:r>
    </w:p>
  </w:footnote>
  <w:footnote w:type="continuationSeparator" w:id="0">
    <w:p w14:paraId="01F33710" w14:textId="77777777" w:rsidR="00AD7D72" w:rsidRDefault="00AD7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A8771" w14:textId="77777777" w:rsidR="00413101" w:rsidRDefault="00413101" w:rsidP="0041310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sidR="008651B8">
      <w:rPr>
        <w:rStyle w:val="Puslapionumeris"/>
      </w:rPr>
      <w:fldChar w:fldCharType="separate"/>
    </w:r>
    <w:r w:rsidR="008651B8">
      <w:rPr>
        <w:rStyle w:val="Puslapionumeris"/>
        <w:noProof/>
      </w:rPr>
      <w:t>1</w:t>
    </w:r>
    <w:r>
      <w:rPr>
        <w:rStyle w:val="Puslapionumeris"/>
      </w:rPr>
      <w:fldChar w:fldCharType="end"/>
    </w:r>
  </w:p>
  <w:p w14:paraId="67CAE100" w14:textId="77777777" w:rsidR="00413101" w:rsidRDefault="0041310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8617E" w14:textId="77777777" w:rsidR="00413101" w:rsidRDefault="00413101" w:rsidP="0041310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45512678" w14:textId="77777777" w:rsidR="00413101" w:rsidRDefault="0041310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AE1A" w14:textId="77777777" w:rsidR="00413101" w:rsidRDefault="00413101" w:rsidP="00413101">
    <w:pPr>
      <w:pStyle w:val="Antrats"/>
      <w:jc w:val="right"/>
      <w:rPr>
        <w:b/>
        <w:bCs/>
      </w:rPr>
    </w:pPr>
  </w:p>
  <w:p w14:paraId="0919E4A7" w14:textId="77777777" w:rsidR="00413101" w:rsidRPr="009549DF" w:rsidRDefault="00413101" w:rsidP="00413101">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0B24"/>
    <w:rsid w:val="00043E14"/>
    <w:rsid w:val="00050887"/>
    <w:rsid w:val="000566D2"/>
    <w:rsid w:val="00070A8E"/>
    <w:rsid w:val="0010029C"/>
    <w:rsid w:val="00102E7A"/>
    <w:rsid w:val="00106DCB"/>
    <w:rsid w:val="00122136"/>
    <w:rsid w:val="001A07DD"/>
    <w:rsid w:val="001C11C3"/>
    <w:rsid w:val="001E5AD8"/>
    <w:rsid w:val="001F22EA"/>
    <w:rsid w:val="002233E1"/>
    <w:rsid w:val="002519AD"/>
    <w:rsid w:val="00285ECF"/>
    <w:rsid w:val="002C46A3"/>
    <w:rsid w:val="002D6437"/>
    <w:rsid w:val="002E6664"/>
    <w:rsid w:val="0031476C"/>
    <w:rsid w:val="00327649"/>
    <w:rsid w:val="00335ACA"/>
    <w:rsid w:val="003567B1"/>
    <w:rsid w:val="00390BC5"/>
    <w:rsid w:val="003B10E0"/>
    <w:rsid w:val="003C29E5"/>
    <w:rsid w:val="003D6D36"/>
    <w:rsid w:val="00413101"/>
    <w:rsid w:val="00435F45"/>
    <w:rsid w:val="004362F4"/>
    <w:rsid w:val="00464560"/>
    <w:rsid w:val="00465F27"/>
    <w:rsid w:val="004B74A6"/>
    <w:rsid w:val="004C449C"/>
    <w:rsid w:val="004D739F"/>
    <w:rsid w:val="005045C3"/>
    <w:rsid w:val="00533EBF"/>
    <w:rsid w:val="00534C4C"/>
    <w:rsid w:val="00555E02"/>
    <w:rsid w:val="00555EB6"/>
    <w:rsid w:val="005A1C80"/>
    <w:rsid w:val="005A3992"/>
    <w:rsid w:val="005F19A7"/>
    <w:rsid w:val="005F508D"/>
    <w:rsid w:val="0061034B"/>
    <w:rsid w:val="006177F3"/>
    <w:rsid w:val="00640415"/>
    <w:rsid w:val="0068751D"/>
    <w:rsid w:val="00697374"/>
    <w:rsid w:val="006A3EFB"/>
    <w:rsid w:val="006B3D67"/>
    <w:rsid w:val="006D45A0"/>
    <w:rsid w:val="006E5401"/>
    <w:rsid w:val="006F1773"/>
    <w:rsid w:val="006F5EAF"/>
    <w:rsid w:val="00700416"/>
    <w:rsid w:val="00702E63"/>
    <w:rsid w:val="0072645A"/>
    <w:rsid w:val="00740CD1"/>
    <w:rsid w:val="0075189F"/>
    <w:rsid w:val="007751BA"/>
    <w:rsid w:val="00775D25"/>
    <w:rsid w:val="007B4C2F"/>
    <w:rsid w:val="007C2FC1"/>
    <w:rsid w:val="007E27C0"/>
    <w:rsid w:val="00805ADA"/>
    <w:rsid w:val="00813178"/>
    <w:rsid w:val="0081336A"/>
    <w:rsid w:val="008614BA"/>
    <w:rsid w:val="008651B8"/>
    <w:rsid w:val="00866F98"/>
    <w:rsid w:val="008941FE"/>
    <w:rsid w:val="008B2801"/>
    <w:rsid w:val="008C3C8A"/>
    <w:rsid w:val="008C3F58"/>
    <w:rsid w:val="008D4A6B"/>
    <w:rsid w:val="008E3BC0"/>
    <w:rsid w:val="0091117A"/>
    <w:rsid w:val="00915648"/>
    <w:rsid w:val="00951BE3"/>
    <w:rsid w:val="00955FE6"/>
    <w:rsid w:val="0097371B"/>
    <w:rsid w:val="009A7121"/>
    <w:rsid w:val="009D39F9"/>
    <w:rsid w:val="009E0719"/>
    <w:rsid w:val="00A01CA2"/>
    <w:rsid w:val="00A07369"/>
    <w:rsid w:val="00A22229"/>
    <w:rsid w:val="00A23242"/>
    <w:rsid w:val="00A318D2"/>
    <w:rsid w:val="00A339EB"/>
    <w:rsid w:val="00A50404"/>
    <w:rsid w:val="00A52510"/>
    <w:rsid w:val="00A52F9C"/>
    <w:rsid w:val="00A65BB1"/>
    <w:rsid w:val="00A730F0"/>
    <w:rsid w:val="00AD7D72"/>
    <w:rsid w:val="00AF6754"/>
    <w:rsid w:val="00B004EE"/>
    <w:rsid w:val="00B10E2D"/>
    <w:rsid w:val="00B32175"/>
    <w:rsid w:val="00B37B98"/>
    <w:rsid w:val="00B41D15"/>
    <w:rsid w:val="00B42064"/>
    <w:rsid w:val="00B73A37"/>
    <w:rsid w:val="00BC28C2"/>
    <w:rsid w:val="00BD7D41"/>
    <w:rsid w:val="00BE27F2"/>
    <w:rsid w:val="00BF7EE2"/>
    <w:rsid w:val="00C14F5B"/>
    <w:rsid w:val="00C42795"/>
    <w:rsid w:val="00C542DB"/>
    <w:rsid w:val="00CB085C"/>
    <w:rsid w:val="00CB3153"/>
    <w:rsid w:val="00CC482E"/>
    <w:rsid w:val="00CD0F4D"/>
    <w:rsid w:val="00CE04DC"/>
    <w:rsid w:val="00CE669D"/>
    <w:rsid w:val="00CF2EAC"/>
    <w:rsid w:val="00D0683B"/>
    <w:rsid w:val="00D06D18"/>
    <w:rsid w:val="00D250D6"/>
    <w:rsid w:val="00D41476"/>
    <w:rsid w:val="00D52EBA"/>
    <w:rsid w:val="00D56485"/>
    <w:rsid w:val="00D6249B"/>
    <w:rsid w:val="00D71235"/>
    <w:rsid w:val="00D74550"/>
    <w:rsid w:val="00DA06F9"/>
    <w:rsid w:val="00DB3385"/>
    <w:rsid w:val="00DC171B"/>
    <w:rsid w:val="00E249BC"/>
    <w:rsid w:val="00E3657D"/>
    <w:rsid w:val="00E5091A"/>
    <w:rsid w:val="00E917E9"/>
    <w:rsid w:val="00E933A3"/>
    <w:rsid w:val="00EA0447"/>
    <w:rsid w:val="00EA50D0"/>
    <w:rsid w:val="00EA6A19"/>
    <w:rsid w:val="00EC4590"/>
    <w:rsid w:val="00EF307A"/>
    <w:rsid w:val="00F05753"/>
    <w:rsid w:val="00F14288"/>
    <w:rsid w:val="00F23137"/>
    <w:rsid w:val="00F32C84"/>
    <w:rsid w:val="00F54D21"/>
    <w:rsid w:val="00F65DD9"/>
    <w:rsid w:val="00FB2355"/>
    <w:rsid w:val="00FC72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2227DDD"/>
  <w15:docId w15:val="{CFBAB848-A2A7-4612-A0ED-90F268D20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F14288"/>
    <w:rPr>
      <w:rFonts w:ascii="Tahoma" w:hAnsi="Tahoma" w:cs="Tahoma"/>
      <w:sz w:val="16"/>
      <w:szCs w:val="16"/>
    </w:rPr>
  </w:style>
  <w:style w:type="character" w:customStyle="1" w:styleId="DebesliotekstasDiagrama">
    <w:name w:val="Debesėlio tekstas Diagrama"/>
    <w:link w:val="Debesliotekstas"/>
    <w:uiPriority w:val="99"/>
    <w:semiHidden/>
    <w:rsid w:val="00F14288"/>
    <w:rPr>
      <w:rFonts w:ascii="Tahoma" w:eastAsia="Times New Roman" w:hAnsi="Tahoma" w:cs="Tahoma"/>
      <w:color w:val="00000A"/>
      <w:sz w:val="16"/>
      <w:szCs w:val="16"/>
    </w:rPr>
  </w:style>
  <w:style w:type="character" w:styleId="Puslapionumeris">
    <w:name w:val="page number"/>
    <w:basedOn w:val="Numatytasispastraiposriftas"/>
    <w:rsid w:val="00B41D15"/>
  </w:style>
  <w:style w:type="character" w:styleId="Komentaronuoroda">
    <w:name w:val="annotation reference"/>
    <w:uiPriority w:val="99"/>
    <w:semiHidden/>
    <w:unhideWhenUsed/>
    <w:rsid w:val="007C2FC1"/>
    <w:rPr>
      <w:sz w:val="16"/>
      <w:szCs w:val="16"/>
    </w:rPr>
  </w:style>
  <w:style w:type="paragraph" w:styleId="Komentarotekstas">
    <w:name w:val="annotation text"/>
    <w:basedOn w:val="prastasis"/>
    <w:link w:val="KomentarotekstasDiagrama"/>
    <w:uiPriority w:val="99"/>
    <w:semiHidden/>
    <w:unhideWhenUsed/>
    <w:rsid w:val="007C2FC1"/>
    <w:rPr>
      <w:sz w:val="20"/>
      <w:szCs w:val="20"/>
    </w:rPr>
  </w:style>
  <w:style w:type="character" w:customStyle="1" w:styleId="KomentarotekstasDiagrama">
    <w:name w:val="Komentaro tekstas Diagrama"/>
    <w:link w:val="Komentarotekstas"/>
    <w:uiPriority w:val="99"/>
    <w:semiHidden/>
    <w:rsid w:val="007C2FC1"/>
    <w:rPr>
      <w:rFonts w:ascii="Times New Roman" w:eastAsia="Times New Roman" w:hAnsi="Times New Roman" w:cs="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7C2FC1"/>
    <w:rPr>
      <w:b/>
      <w:bCs/>
    </w:rPr>
  </w:style>
  <w:style w:type="character" w:customStyle="1" w:styleId="KomentarotemaDiagrama">
    <w:name w:val="Komentaro tema Diagrama"/>
    <w:link w:val="Komentarotema"/>
    <w:uiPriority w:val="99"/>
    <w:semiHidden/>
    <w:rsid w:val="007C2FC1"/>
    <w:rPr>
      <w:rFonts w:ascii="Times New Roman" w:eastAsia="Times New Roman" w:hAnsi="Times New Roman" w:cs="Times New Roman"/>
      <w:b/>
      <w:bCs/>
      <w:color w:val="00000A"/>
      <w:lang w:eastAsia="en-US"/>
    </w:rPr>
  </w:style>
  <w:style w:type="paragraph" w:styleId="Pataisymai">
    <w:name w:val="Revision"/>
    <w:hidden/>
    <w:uiPriority w:val="99"/>
    <w:semiHidden/>
    <w:rsid w:val="0010029C"/>
    <w:rPr>
      <w:rFonts w:ascii="Times New Roman" w:eastAsia="Times New Roman" w:hAnsi="Times New Roman" w:cs="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905683">
      <w:bodyDiv w:val="1"/>
      <w:marLeft w:val="0"/>
      <w:marRight w:val="0"/>
      <w:marTop w:val="0"/>
      <w:marBottom w:val="0"/>
      <w:divBdr>
        <w:top w:val="none" w:sz="0" w:space="0" w:color="auto"/>
        <w:left w:val="none" w:sz="0" w:space="0" w:color="auto"/>
        <w:bottom w:val="none" w:sz="0" w:space="0" w:color="auto"/>
        <w:right w:val="none" w:sz="0" w:space="0" w:color="auto"/>
      </w:divBdr>
    </w:div>
    <w:div w:id="715588298">
      <w:bodyDiv w:val="1"/>
      <w:marLeft w:val="0"/>
      <w:marRight w:val="0"/>
      <w:marTop w:val="0"/>
      <w:marBottom w:val="0"/>
      <w:divBdr>
        <w:top w:val="none" w:sz="0" w:space="0" w:color="auto"/>
        <w:left w:val="none" w:sz="0" w:space="0" w:color="auto"/>
        <w:bottom w:val="none" w:sz="0" w:space="0" w:color="auto"/>
        <w:right w:val="none" w:sz="0" w:space="0" w:color="auto"/>
      </w:divBdr>
    </w:div>
    <w:div w:id="800655303">
      <w:bodyDiv w:val="1"/>
      <w:marLeft w:val="0"/>
      <w:marRight w:val="0"/>
      <w:marTop w:val="0"/>
      <w:marBottom w:val="0"/>
      <w:divBdr>
        <w:top w:val="none" w:sz="0" w:space="0" w:color="auto"/>
        <w:left w:val="none" w:sz="0" w:space="0" w:color="auto"/>
        <w:bottom w:val="none" w:sz="0" w:space="0" w:color="auto"/>
        <w:right w:val="none" w:sz="0" w:space="0" w:color="auto"/>
      </w:divBdr>
    </w:div>
    <w:div w:id="1717387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75f9423eb874e87a578effeb1155a22.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4E6A7-BA19-497D-B9C2-05BF7BBB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675f9423eb874e87a578effeb1155a22</Template>
  <TotalTime>3</TotalTime>
  <Pages>3</Pages>
  <Words>4021</Words>
  <Characters>2292</Characters>
  <Application>Microsoft Office Word</Application>
  <DocSecurity>4</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MOKESČIO UŽ VAIKŲ, UGDOMŲ PAGAL IKIMOKYKLINIO IR PRIEŠMOKYKLINIO UGDYMO PROGRAMAS, IŠLAIKYMĄ SKUODO RAJONO SAVIVALDYBĖS MOKYKLOSE TVARKOS APRAŠO PATVIRTINIMO</vt:lpstr>
      <vt:lpstr>DĖL MOKESČIO UŽ VAIKŲ, UGDOMŲ PAGAL IKIMOKYKLINIO IR PRIEŠMOKYKLINIO UGDYMO PROGRAMAS, IŠLAIKYMĄ SKUODO RAJONO SAVIVALDYBĖS MOKYKLOSE TVARKOS APRAŠO PATVIRTINIMO</vt:lpstr>
    </vt:vector>
  </TitlesOfParts>
  <Manager>2021-09-30</Manager>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MOKESČIO UŽ VAIKŲ, UGDOMŲ PAGAL IKIMOKYKLINIO IR PRIEŠMOKYKLINIO UGDYMO PROGRAMAS, IŠLAIKYMĄ SKUODO RAJONO SAVIVALDYBĖS MOKYKLOSE TVARKOS APRAŠO PATVIRTINIMO</dc:title>
  <dc:subject>T9-155</dc:subject>
  <dc:creator>SKUODO RAJONO SAVIVALDYBĖS TARYBA</dc:creator>
  <cp:keywords/>
  <dc:description/>
  <cp:lastModifiedBy>Sadauskienė, Dalia</cp:lastModifiedBy>
  <cp:revision>2</cp:revision>
  <cp:lastPrinted>2025-04-03T07:47:00Z</cp:lastPrinted>
  <dcterms:created xsi:type="dcterms:W3CDTF">2025-04-10T19:03:00Z</dcterms:created>
  <dcterms:modified xsi:type="dcterms:W3CDTF">2025-04-10T19:03:00Z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